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56A71" w14:textId="5BC3557E" w:rsidR="00A53E77" w:rsidRDefault="009276FC" w:rsidP="00A53E77">
      <w:pPr>
        <w:pBdr>
          <w:left w:val="single" w:sz="4" w:space="4" w:color="auto"/>
        </w:pBdr>
        <w:rPr>
          <w:rFonts w:ascii="Arial" w:hAnsi="Arial"/>
          <w:sz w:val="16"/>
        </w:rPr>
      </w:pPr>
      <w:sdt>
        <w:sdtPr>
          <w:rPr>
            <w:rFonts w:ascii="Arial" w:hAnsi="Arial"/>
            <w:sz w:val="16"/>
          </w:rPr>
          <w:id w:val="-444081559"/>
          <w:lock w:val="sdtContentLocked"/>
          <w:placeholder>
            <w:docPart w:val="DefaultPlaceholder_-1854013440"/>
          </w:placeholder>
        </w:sdtPr>
        <w:sdtEndPr/>
        <w:sdtContent>
          <w:r w:rsidR="00FF7061">
            <w:rPr>
              <w:rFonts w:ascii="Arial" w:hAnsi="Arial"/>
              <w:sz w:val="16"/>
            </w:rPr>
            <w:t>Kursträger</w:t>
          </w:r>
        </w:sdtContent>
      </w:sdt>
      <w:r w:rsidR="00FF7061">
        <w:rPr>
          <w:rFonts w:ascii="Arial" w:hAnsi="Arial"/>
          <w:sz w:val="16"/>
        </w:rPr>
        <w:tab/>
      </w:r>
      <w:r w:rsidR="00A53E77" w:rsidRPr="009D5556">
        <w:rPr>
          <w:rFonts w:ascii="Arial" w:hAnsi="Arial"/>
          <w:sz w:val="16"/>
        </w:rPr>
        <w:tab/>
      </w:r>
      <w:r w:rsidR="00A53E77" w:rsidRPr="009D5556">
        <w:rPr>
          <w:rFonts w:ascii="Arial" w:hAnsi="Arial"/>
          <w:sz w:val="16"/>
        </w:rPr>
        <w:tab/>
      </w:r>
      <w:r w:rsidR="00A53E77" w:rsidRPr="009D5556">
        <w:rPr>
          <w:rFonts w:ascii="Arial" w:hAnsi="Arial"/>
          <w:sz w:val="16"/>
        </w:rPr>
        <w:tab/>
      </w:r>
      <w:sdt>
        <w:sdtPr>
          <w:rPr>
            <w:rFonts w:ascii="Arial" w:hAnsi="Arial"/>
            <w:sz w:val="16"/>
          </w:rPr>
          <w:id w:val="-546918380"/>
          <w:lock w:val="sdtContentLocked"/>
          <w:placeholder>
            <w:docPart w:val="DefaultPlaceholder_-1854013440"/>
          </w:placeholder>
        </w:sdtPr>
        <w:sdtEndPr>
          <w:rPr>
            <w:color w:val="000000"/>
          </w:rPr>
        </w:sdtEndPr>
        <w:sdtContent>
          <w:r w:rsidR="002F3DE9">
            <w:rPr>
              <w:rFonts w:ascii="Arial" w:hAnsi="Arial"/>
              <w:color w:val="000000"/>
              <w:sz w:val="16"/>
            </w:rPr>
            <w:t>Vertragsnummer (laut Weiterleitungsvertrag)</w:t>
          </w:r>
        </w:sdtContent>
      </w:sdt>
    </w:p>
    <w:p w14:paraId="3C5175AD" w14:textId="3058A080" w:rsidR="008436EE" w:rsidRDefault="008436EE">
      <w:pPr>
        <w:pBdr>
          <w:left w:val="single" w:sz="4" w:space="4" w:color="auto"/>
        </w:pBdr>
        <w:rPr>
          <w:rFonts w:ascii="Arial" w:hAnsi="Arial"/>
          <w:sz w:val="24"/>
        </w:rPr>
      </w:pPr>
      <w:r>
        <w:rPr>
          <w:rFonts w:ascii="Arial" w:hAnsi="Arial"/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  <w:bookmarkEnd w:id="0"/>
      <w:r w:rsidR="00057FE9">
        <w:rPr>
          <w:rFonts w:ascii="Arial" w:hAnsi="Arial"/>
          <w:sz w:val="24"/>
        </w:rPr>
        <w:tab/>
      </w:r>
      <w:r w:rsidR="00057FE9">
        <w:rPr>
          <w:rFonts w:ascii="Arial" w:hAnsi="Arial"/>
          <w:sz w:val="24"/>
        </w:rPr>
        <w:tab/>
      </w:r>
      <w:r w:rsidR="00057FE9">
        <w:rPr>
          <w:rFonts w:ascii="Arial" w:hAnsi="Arial"/>
          <w:sz w:val="24"/>
        </w:rPr>
        <w:tab/>
      </w:r>
      <w:r w:rsidR="00057FE9">
        <w:rPr>
          <w:rFonts w:ascii="Arial" w:hAnsi="Arial"/>
          <w:sz w:val="24"/>
        </w:rPr>
        <w:tab/>
        <w:t xml:space="preserve">  </w:t>
      </w:r>
      <w:r w:rsidR="009D5556">
        <w:rPr>
          <w:rFonts w:ascii="Arial" w:hAnsi="Arial"/>
          <w:sz w:val="24"/>
        </w:rPr>
        <w:tab/>
      </w:r>
      <w:r w:rsidR="00057FE9">
        <w:rPr>
          <w:rFonts w:ascii="Arial" w:hAnsi="Arial"/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057FE9">
        <w:rPr>
          <w:rFonts w:ascii="Arial" w:hAnsi="Arial"/>
          <w:sz w:val="24"/>
        </w:rPr>
        <w:instrText xml:space="preserve"> FORMTEXT </w:instrText>
      </w:r>
      <w:r w:rsidR="00057FE9">
        <w:rPr>
          <w:rFonts w:ascii="Arial" w:hAnsi="Arial"/>
          <w:sz w:val="24"/>
        </w:rPr>
      </w:r>
      <w:r w:rsidR="00057FE9">
        <w:rPr>
          <w:rFonts w:ascii="Arial" w:hAnsi="Arial"/>
          <w:sz w:val="24"/>
        </w:rPr>
        <w:fldChar w:fldCharType="separate"/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057FE9">
        <w:rPr>
          <w:rFonts w:ascii="Arial" w:hAnsi="Arial"/>
          <w:sz w:val="24"/>
        </w:rPr>
        <w:fldChar w:fldCharType="end"/>
      </w:r>
    </w:p>
    <w:p w14:paraId="1C1C34CF" w14:textId="77777777" w:rsidR="008436EE" w:rsidRDefault="008436EE">
      <w:pPr>
        <w:pBdr>
          <w:left w:val="single" w:sz="4" w:space="4" w:color="auto"/>
        </w:pBdr>
        <w:rPr>
          <w:rFonts w:ascii="Arial" w:hAnsi="Arial"/>
          <w:sz w:val="22"/>
        </w:rPr>
      </w:pPr>
    </w:p>
    <w:p w14:paraId="01229D34" w14:textId="77777777" w:rsidR="008436EE" w:rsidRDefault="00744748">
      <w:pPr>
        <w:pBdr>
          <w:left w:val="single" w:sz="4" w:space="4" w:color="auto"/>
        </w:pBd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C82A045" wp14:editId="2A4B533B">
                <wp:simplePos x="0" y="0"/>
                <wp:positionH relativeFrom="column">
                  <wp:posOffset>-88265</wp:posOffset>
                </wp:positionH>
                <wp:positionV relativeFrom="paragraph">
                  <wp:posOffset>144145</wp:posOffset>
                </wp:positionV>
                <wp:extent cx="342646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6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6002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5pt,11.35pt" to="262.8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d5w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" o:allowincell="f"/>
            </w:pict>
          </mc:Fallback>
        </mc:AlternateContent>
      </w:r>
    </w:p>
    <w:p w14:paraId="27F5899E" w14:textId="77777777" w:rsidR="008436EE" w:rsidRDefault="008436EE">
      <w:pPr>
        <w:rPr>
          <w:rFonts w:ascii="Arial" w:hAnsi="Arial"/>
          <w:sz w:val="22"/>
        </w:rPr>
      </w:pPr>
    </w:p>
    <w:p w14:paraId="11AD2EF2" w14:textId="77777777" w:rsidR="008436EE" w:rsidRDefault="008436EE">
      <w:pPr>
        <w:rPr>
          <w:rFonts w:ascii="Arial" w:hAnsi="Arial"/>
          <w:sz w:val="22"/>
        </w:rPr>
      </w:pPr>
    </w:p>
    <w:p w14:paraId="3BEEAFE7" w14:textId="77777777" w:rsidR="008436EE" w:rsidRDefault="008436EE">
      <w:pPr>
        <w:rPr>
          <w:rFonts w:ascii="Arial" w:hAnsi="Arial"/>
          <w:sz w:val="22"/>
        </w:rPr>
      </w:pPr>
    </w:p>
    <w:sdt>
      <w:sdtPr>
        <w:rPr>
          <w:sz w:val="28"/>
        </w:rPr>
        <w:id w:val="15818228"/>
        <w:lock w:val="sdtContentLocked"/>
        <w:placeholder>
          <w:docPart w:val="DefaultPlaceholder_-1854013440"/>
        </w:placeholder>
      </w:sdtPr>
      <w:sdtEndPr>
        <w:rPr>
          <w:sz w:val="24"/>
        </w:rPr>
      </w:sdtEndPr>
      <w:sdtContent>
        <w:p w14:paraId="019A2B35" w14:textId="683626BA" w:rsidR="002F3DE9" w:rsidRDefault="002F3DE9" w:rsidP="002F3DE9">
          <w:pPr>
            <w:pStyle w:val="Textkrper2"/>
            <w:rPr>
              <w:sz w:val="28"/>
            </w:rPr>
          </w:pPr>
          <w:r>
            <w:rPr>
              <w:sz w:val="28"/>
            </w:rPr>
            <w:t xml:space="preserve">Maßnahme zur Erstorientierung </w:t>
          </w:r>
          <w:r w:rsidRPr="00637226">
            <w:rPr>
              <w:sz w:val="28"/>
            </w:rPr>
            <w:t>für Schutzsuchende und Zugewanderte</w:t>
          </w:r>
          <w:r w:rsidDel="00934B64">
            <w:rPr>
              <w:sz w:val="28"/>
            </w:rPr>
            <w:t xml:space="preserve"> </w:t>
          </w:r>
        </w:p>
        <w:p w14:paraId="5A105FB0" w14:textId="77777777" w:rsidR="008436EE" w:rsidRDefault="008436EE">
          <w:pPr>
            <w:pStyle w:val="Textkrper2"/>
            <w:jc w:val="left"/>
            <w:rPr>
              <w:sz w:val="28"/>
            </w:rPr>
          </w:pPr>
        </w:p>
        <w:p w14:paraId="2D2C9331" w14:textId="64AE6DFD" w:rsidR="002F3DE9" w:rsidRDefault="002F3DE9" w:rsidP="002F3DE9">
          <w:pPr>
            <w:pStyle w:val="Textkrper2"/>
            <w:jc w:val="left"/>
            <w:rPr>
              <w:sz w:val="24"/>
            </w:rPr>
          </w:pPr>
          <w:r>
            <w:rPr>
              <w:sz w:val="24"/>
            </w:rPr>
            <w:t xml:space="preserve">Sachbericht für Kursträger zum Zwischen- / Verwendungsnachweis </w:t>
          </w:r>
        </w:p>
        <w:p w14:paraId="12DD253B" w14:textId="183FF211" w:rsidR="009D5556" w:rsidRDefault="009276FC">
          <w:pPr>
            <w:pStyle w:val="Textkrper2"/>
            <w:jc w:val="left"/>
            <w:rPr>
              <w:sz w:val="24"/>
            </w:rPr>
          </w:pPr>
        </w:p>
      </w:sdtContent>
    </w:sdt>
    <w:p w14:paraId="106321F4" w14:textId="35926581" w:rsidR="008436EE" w:rsidRDefault="009276FC">
      <w:pPr>
        <w:pStyle w:val="Textkrper2"/>
        <w:jc w:val="left"/>
        <w:rPr>
          <w:sz w:val="24"/>
        </w:rPr>
      </w:pPr>
      <w:sdt>
        <w:sdtPr>
          <w:rPr>
            <w:sz w:val="24"/>
          </w:rPr>
          <w:id w:val="-2031173148"/>
          <w:lock w:val="sdtContentLocked"/>
          <w:placeholder>
            <w:docPart w:val="DefaultPlaceholder_-1854013440"/>
          </w:placeholder>
        </w:sdtPr>
        <w:sdtEndPr/>
        <w:sdtContent>
          <w:r w:rsidR="008436EE">
            <w:rPr>
              <w:sz w:val="24"/>
            </w:rPr>
            <w:t>für den Berichtszeit</w:t>
          </w:r>
          <w:r w:rsidR="00BF2024">
            <w:rPr>
              <w:sz w:val="24"/>
            </w:rPr>
            <w:t>r</w:t>
          </w:r>
          <w:r w:rsidR="008436EE">
            <w:rPr>
              <w:sz w:val="24"/>
            </w:rPr>
            <w:t>aum</w:t>
          </w:r>
        </w:sdtContent>
      </w:sdt>
      <w:r w:rsidR="008436EE">
        <w:t xml:space="preserve"> </w:t>
      </w:r>
      <w:r w:rsidR="008436EE">
        <w:rPr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8436EE">
        <w:rPr>
          <w:sz w:val="24"/>
        </w:rPr>
        <w:instrText xml:space="preserve"> FORMTEXT </w:instrText>
      </w:r>
      <w:r w:rsidR="008436EE">
        <w:rPr>
          <w:sz w:val="24"/>
        </w:rPr>
      </w:r>
      <w:r w:rsidR="008436EE">
        <w:rPr>
          <w:sz w:val="24"/>
        </w:rPr>
        <w:fldChar w:fldCharType="separate"/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8436EE">
        <w:rPr>
          <w:sz w:val="24"/>
        </w:rPr>
        <w:fldChar w:fldCharType="end"/>
      </w:r>
      <w:r w:rsidR="008436EE">
        <w:rPr>
          <w:sz w:val="24"/>
        </w:rPr>
        <w:t xml:space="preserve"> </w:t>
      </w:r>
      <w:sdt>
        <w:sdtPr>
          <w:rPr>
            <w:sz w:val="24"/>
          </w:rPr>
          <w:id w:val="-1734773218"/>
          <w:lock w:val="sdtContentLocked"/>
          <w:placeholder>
            <w:docPart w:val="DefaultPlaceholder_-1854013440"/>
          </w:placeholder>
        </w:sdtPr>
        <w:sdtEndPr/>
        <w:sdtContent>
          <w:r w:rsidR="008436EE">
            <w:rPr>
              <w:sz w:val="24"/>
            </w:rPr>
            <w:t>bis</w:t>
          </w:r>
        </w:sdtContent>
      </w:sdt>
      <w:r w:rsidR="008436EE">
        <w:rPr>
          <w:sz w:val="24"/>
        </w:rPr>
        <w:t xml:space="preserve"> </w:t>
      </w:r>
      <w:r w:rsidR="008436EE">
        <w:rPr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8436EE">
        <w:rPr>
          <w:sz w:val="24"/>
        </w:rPr>
        <w:instrText xml:space="preserve"> FORMTEXT </w:instrText>
      </w:r>
      <w:r w:rsidR="008436EE">
        <w:rPr>
          <w:sz w:val="24"/>
        </w:rPr>
      </w:r>
      <w:r w:rsidR="008436EE">
        <w:rPr>
          <w:sz w:val="24"/>
        </w:rPr>
        <w:fldChar w:fldCharType="separate"/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CD72A3">
        <w:rPr>
          <w:noProof/>
          <w:sz w:val="24"/>
        </w:rPr>
        <w:t> </w:t>
      </w:r>
      <w:r w:rsidR="008436EE">
        <w:rPr>
          <w:sz w:val="24"/>
        </w:rPr>
        <w:fldChar w:fldCharType="end"/>
      </w:r>
    </w:p>
    <w:p w14:paraId="461A4C5B" w14:textId="77777777" w:rsidR="008436EE" w:rsidRDefault="008436EE">
      <w:pPr>
        <w:rPr>
          <w:rFonts w:ascii="Arial" w:hAnsi="Arial"/>
          <w:sz w:val="22"/>
        </w:rPr>
      </w:pPr>
    </w:p>
    <w:p w14:paraId="0B28DF08" w14:textId="77777777" w:rsidR="008436EE" w:rsidRDefault="008436EE">
      <w:pPr>
        <w:rPr>
          <w:rFonts w:ascii="Arial" w:hAnsi="Arial"/>
          <w:sz w:val="22"/>
        </w:rPr>
      </w:pPr>
    </w:p>
    <w:sdt>
      <w:sdtPr>
        <w:id w:val="-1034815915"/>
        <w:lock w:val="sdtContentLocked"/>
        <w:placeholder>
          <w:docPart w:val="DefaultPlaceholder_-1854013440"/>
        </w:placeholder>
      </w:sdtPr>
      <w:sdtEndPr/>
      <w:sdtContent>
        <w:p w14:paraId="3A00EFAD" w14:textId="46AFCBC4" w:rsidR="008436EE" w:rsidRDefault="008436EE" w:rsidP="00BB789A">
          <w:pPr>
            <w:pStyle w:val="berschrift2"/>
            <w:numPr>
              <w:ilvl w:val="0"/>
              <w:numId w:val="6"/>
            </w:numPr>
          </w:pPr>
          <w:r>
            <w:t>Kurzbe</w:t>
          </w:r>
          <w:r w:rsidR="00897876">
            <w:t>z</w:t>
          </w:r>
          <w:r>
            <w:t>eichnung des Projektes</w:t>
          </w:r>
        </w:p>
      </w:sdtContent>
    </w:sdt>
    <w:p w14:paraId="50F79B69" w14:textId="77777777" w:rsidR="00BB789A" w:rsidRPr="00BB789A" w:rsidRDefault="00BB789A" w:rsidP="00BB78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C16E0" w:rsidRPr="009308D6" w14:paraId="7FC1F0DE" w14:textId="77777777" w:rsidTr="00916C08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394935378"/>
              <w:lock w:val="sdtLocked"/>
              <w:placeholder>
                <w:docPart w:val="DefaultPlaceholder_-1854013440"/>
              </w:placeholder>
            </w:sdtPr>
            <w:sdtEndPr>
              <w:rPr>
                <w:sz w:val="22"/>
                <w:szCs w:val="22"/>
              </w:rPr>
            </w:sdtEndPr>
            <w:sdtContent>
              <w:sdt>
                <w:sdtPr>
                  <w:rPr>
                    <w:rFonts w:ascii="Arial" w:hAnsi="Arial"/>
                    <w:sz w:val="18"/>
                    <w:szCs w:val="18"/>
                  </w:rPr>
                  <w:id w:val="1950890700"/>
                  <w:placeholder>
                    <w:docPart w:val="DefaultPlaceholder_-1854013440"/>
                  </w:placeholder>
                </w:sdtPr>
                <w:sdtEndPr>
                  <w:rPr>
                    <w:sz w:val="22"/>
                    <w:szCs w:val="22"/>
                  </w:rPr>
                </w:sdtEndPr>
                <w:sdtContent>
                  <w:sdt>
                    <w:sdtPr>
                      <w:rPr>
                        <w:rFonts w:ascii="Arial" w:hAnsi="Arial"/>
                        <w:sz w:val="18"/>
                        <w:szCs w:val="18"/>
                      </w:rPr>
                      <w:id w:val="-857655032"/>
                      <w:placeholder>
                        <w:docPart w:val="DefaultPlaceholder_-1854013440"/>
                      </w:placeholder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sdt>
                        <w:sdtPr>
                          <w:rPr>
                            <w:rFonts w:ascii="Arial" w:hAnsi="Arial"/>
                            <w:sz w:val="18"/>
                            <w:szCs w:val="18"/>
                          </w:rPr>
                          <w:id w:val="1947966377"/>
                          <w:lock w:val="sdtContentLocked"/>
                          <w:placeholder>
                            <w:docPart w:val="DefaultPlaceholder_-1854013440"/>
                          </w:placeholder>
                        </w:sdtPr>
                        <w:sdtEndPr>
                          <w:rPr>
                            <w:sz w:val="22"/>
                            <w:szCs w:val="22"/>
                          </w:rPr>
                        </w:sdtEndPr>
                        <w:sdtContent>
                          <w:p w14:paraId="4611E3A3" w14:textId="435F4CB2" w:rsidR="00EC16E0" w:rsidRPr="009308D6" w:rsidRDefault="00EC16E0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9308D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Projektname/-titel</w:t>
                            </w:r>
                          </w:p>
                          <w:p w14:paraId="3756AB8C" w14:textId="77777777" w:rsidR="00BB789A" w:rsidRPr="009308D6" w:rsidRDefault="00BB789A">
                            <w:p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14:paraId="12FFF0B4" w14:textId="18425263" w:rsidR="00CD6C56" w:rsidRPr="009308D6" w:rsidRDefault="00D175FA">
                            <w:pP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Erstorientierungskur</w:t>
                            </w:r>
                            <w:r w:rsidR="005B78B5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 xml:space="preserve"> für Schutzsuchende und Zugewanderte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tc>
      </w:tr>
      <w:tr w:rsidR="00EC16E0" w:rsidRPr="009308D6" w14:paraId="203DFB5B" w14:textId="77777777" w:rsidTr="00916C08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-106625301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E427FCA" w14:textId="05CB3841" w:rsidR="00EC16E0" w:rsidRPr="009308D6" w:rsidRDefault="00EC16E0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9308D6">
                  <w:rPr>
                    <w:rFonts w:ascii="Arial" w:hAnsi="Arial"/>
                    <w:sz w:val="18"/>
                    <w:szCs w:val="18"/>
                  </w:rPr>
                  <w:t>Projektort/e</w:t>
                </w:r>
              </w:p>
            </w:sdtContent>
          </w:sdt>
          <w:p w14:paraId="682D4E0F" w14:textId="77777777" w:rsidR="00BB789A" w:rsidRPr="009308D6" w:rsidRDefault="00BB789A">
            <w:pPr>
              <w:rPr>
                <w:rFonts w:ascii="Arial" w:hAnsi="Arial"/>
                <w:sz w:val="18"/>
                <w:szCs w:val="18"/>
              </w:rPr>
            </w:pPr>
          </w:p>
          <w:p w14:paraId="2D1881F2" w14:textId="7FF0716F" w:rsidR="00EC16E0" w:rsidRPr="009308D6" w:rsidRDefault="00BB789A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EC16E0" w:rsidRPr="009308D6" w14:paraId="68786837" w14:textId="77777777" w:rsidTr="00916C08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-960559565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4E08EC1" w14:textId="697C5F49" w:rsidR="00EC16E0" w:rsidRPr="009308D6" w:rsidRDefault="00EC16E0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9308D6">
                  <w:rPr>
                    <w:rFonts w:ascii="Arial" w:hAnsi="Arial"/>
                    <w:sz w:val="18"/>
                    <w:szCs w:val="18"/>
                  </w:rPr>
                  <w:t>Zuständige/r Ansprechpartner/in / Projektleiter/in</w:t>
                </w:r>
              </w:p>
            </w:sdtContent>
          </w:sdt>
          <w:p w14:paraId="35D13A89" w14:textId="77777777" w:rsidR="00BB789A" w:rsidRPr="009308D6" w:rsidRDefault="00BB789A">
            <w:pPr>
              <w:rPr>
                <w:rFonts w:ascii="Arial" w:hAnsi="Arial"/>
                <w:sz w:val="18"/>
                <w:szCs w:val="18"/>
              </w:rPr>
            </w:pPr>
          </w:p>
          <w:p w14:paraId="36BF6AFE" w14:textId="1EF33924" w:rsidR="00EC16E0" w:rsidRPr="009308D6" w:rsidRDefault="00BB789A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EC16E0" w:rsidRPr="009308D6" w14:paraId="4F9B5E0E" w14:textId="77777777" w:rsidTr="00916C08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668982958"/>
              <w:lock w:val="sdtContentLocked"/>
              <w:placeholder>
                <w:docPart w:val="DefaultPlaceholder_-1854013440"/>
              </w:placeholder>
            </w:sdtPr>
            <w:sdtEndPr>
              <w:rPr>
                <w:sz w:val="22"/>
                <w:szCs w:val="22"/>
              </w:rPr>
            </w:sdtEndPr>
            <w:sdtContent>
              <w:p w14:paraId="6E42ECEE" w14:textId="65CE2DBD" w:rsidR="00EC16E0" w:rsidRPr="009308D6" w:rsidRDefault="00EC16E0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9308D6">
                  <w:rPr>
                    <w:rFonts w:ascii="Arial" w:hAnsi="Arial"/>
                    <w:sz w:val="18"/>
                    <w:szCs w:val="18"/>
                  </w:rPr>
                  <w:t>Zielgruppe</w:t>
                </w:r>
              </w:p>
              <w:p w14:paraId="18885655" w14:textId="77777777" w:rsidR="00BB789A" w:rsidRPr="009308D6" w:rsidRDefault="00BB789A">
                <w:pPr>
                  <w:rPr>
                    <w:rFonts w:ascii="Arial" w:hAnsi="Arial"/>
                    <w:sz w:val="18"/>
                    <w:szCs w:val="18"/>
                  </w:rPr>
                </w:pPr>
              </w:p>
              <w:p w14:paraId="4164B5B3" w14:textId="0988F290" w:rsidR="00EC16E0" w:rsidRPr="009308D6" w:rsidRDefault="00D175FA">
                <w:pPr>
                  <w:rPr>
                    <w:rFonts w:ascii="Arial" w:hAnsi="Arial"/>
                    <w:sz w:val="22"/>
                    <w:szCs w:val="22"/>
                  </w:rPr>
                </w:pPr>
                <w:r>
                  <w:rPr>
                    <w:rFonts w:ascii="Arial" w:hAnsi="Arial"/>
                    <w:sz w:val="22"/>
                    <w:szCs w:val="22"/>
                  </w:rPr>
                  <w:t>Schutzsuchende und Zugewanderte</w:t>
                </w:r>
              </w:p>
            </w:sdtContent>
          </w:sdt>
        </w:tc>
      </w:tr>
    </w:tbl>
    <w:p w14:paraId="08FDE709" w14:textId="23DC0D8E" w:rsidR="004B42E6" w:rsidRDefault="004B42E6">
      <w:pPr>
        <w:rPr>
          <w:rFonts w:ascii="Arial" w:hAnsi="Arial"/>
          <w:sz w:val="22"/>
        </w:rPr>
      </w:pPr>
    </w:p>
    <w:p w14:paraId="328EA8B9" w14:textId="77777777" w:rsidR="008A393A" w:rsidRDefault="008A393A">
      <w:pPr>
        <w:rPr>
          <w:rFonts w:ascii="Arial" w:hAnsi="Arial"/>
          <w:sz w:val="22"/>
        </w:rPr>
      </w:pPr>
    </w:p>
    <w:sdt>
      <w:sdtPr>
        <w:rPr>
          <w:rFonts w:ascii="Arial" w:hAnsi="Arial"/>
          <w:b/>
          <w:bCs/>
          <w:color w:val="FF0000"/>
          <w:sz w:val="18"/>
          <w:szCs w:val="18"/>
        </w:rPr>
        <w:id w:val="-567727014"/>
        <w:lock w:val="sdtContentLocked"/>
        <w:placeholder>
          <w:docPart w:val="DefaultPlaceholder_-1854013440"/>
        </w:placeholder>
      </w:sdtPr>
      <w:sdtEndPr/>
      <w:sdtContent>
        <w:p w14:paraId="61D96F83" w14:textId="0CE2AD0A" w:rsidR="005B14C6" w:rsidRPr="00702FDA" w:rsidRDefault="00702FDA">
          <w:pPr>
            <w:rPr>
              <w:rFonts w:ascii="Arial" w:hAnsi="Arial"/>
              <w:b/>
              <w:bCs/>
              <w:color w:val="FF0000"/>
              <w:sz w:val="18"/>
              <w:szCs w:val="18"/>
            </w:rPr>
          </w:pPr>
          <w:r w:rsidRPr="00702FDA">
            <w:rPr>
              <w:rFonts w:ascii="Arial" w:hAnsi="Arial"/>
              <w:b/>
              <w:bCs/>
              <w:color w:val="FF0000"/>
              <w:sz w:val="18"/>
              <w:szCs w:val="18"/>
            </w:rPr>
            <w:t>EOK-Liste im Anhang ist verpflichtend auszufüllen.</w:t>
          </w:r>
        </w:p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16C08" w:rsidRPr="009308D6" w14:paraId="138A99C6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985269502"/>
              <w:lock w:val="sdtContentLocked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p w14:paraId="58F83E15" w14:textId="6676C8F1" w:rsidR="009276FC" w:rsidRDefault="009276FC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sdt>
                  <w:sdtPr>
                    <w:rPr>
                      <w:rFonts w:ascii="Arial" w:hAnsi="Arial"/>
                      <w:sz w:val="18"/>
                      <w:szCs w:val="18"/>
                    </w:rPr>
                    <w:id w:val="1780452777"/>
                    <w:placeholder>
                      <w:docPart w:val="DefaultPlaceholder_-1854013440"/>
                    </w:placeholder>
                  </w:sdtPr>
                  <w:sdtContent>
                    <w:sdt>
                      <w:sdtPr>
                        <w:rPr>
                          <w:rFonts w:ascii="Arial" w:hAnsi="Arial"/>
                          <w:sz w:val="18"/>
                          <w:szCs w:val="18"/>
                        </w:rPr>
                        <w:id w:val="-334609746"/>
                        <w:lock w:val="sdtContentLocked"/>
                        <w:placeholder>
                          <w:docPart w:val="DefaultPlaceholder_-1854013440"/>
                        </w:placeholder>
                      </w:sdtPr>
                      <w:sdtContent>
                        <w:r w:rsidR="00916C08">
                          <w:rPr>
                            <w:rFonts w:ascii="Arial" w:hAnsi="Arial"/>
                            <w:sz w:val="18"/>
                            <w:szCs w:val="18"/>
                          </w:rPr>
                          <w:t>Gesamt</w:t>
                        </w:r>
                        <w:r w:rsidR="00565215">
                          <w:rPr>
                            <w:rFonts w:ascii="Arial" w:hAnsi="Arial"/>
                            <w:sz w:val="18"/>
                            <w:szCs w:val="18"/>
                          </w:rPr>
                          <w:t>an</w:t>
                        </w:r>
                        <w:r w:rsidR="00916C08">
                          <w:rPr>
                            <w:rFonts w:ascii="Arial" w:hAnsi="Arial"/>
                            <w:sz w:val="18"/>
                            <w:szCs w:val="18"/>
                          </w:rPr>
                          <w:t xml:space="preserve">zahl der </w:t>
                        </w:r>
                        <w:r w:rsidR="009D5556">
                          <w:rPr>
                            <w:rFonts w:ascii="Arial" w:hAnsi="Arial"/>
                            <w:sz w:val="18"/>
                            <w:szCs w:val="18"/>
                          </w:rPr>
                          <w:t>Kursträger, mit denen ein Weiterleitungsvertrag geschlossen wurde</w:t>
                        </w:r>
                      </w:sdtContent>
                    </w:sdt>
                  </w:sdtContent>
                </w:sdt>
                <w:r w:rsidR="009D5556">
                  <w:rPr>
                    <w:rFonts w:ascii="Arial" w:hAnsi="Arial"/>
                    <w:sz w:val="18"/>
                    <w:szCs w:val="18"/>
                  </w:rPr>
                  <w:t xml:space="preserve"> </w:t>
                </w:r>
              </w:p>
              <w:p w14:paraId="01936F41" w14:textId="30196303" w:rsidR="00916C08" w:rsidRDefault="00702FDA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702FDA">
                  <w:rPr>
                    <w:rFonts w:ascii="Arial" w:hAnsi="Arial"/>
                    <w:color w:val="FF0000"/>
                    <w:sz w:val="18"/>
                    <w:szCs w:val="18"/>
                  </w:rPr>
                  <w:t>(NUR BEI TRÄGERN MIT KOOPERATIONSPARTNERN)</w:t>
                </w:r>
              </w:p>
            </w:sdtContent>
          </w:sdt>
          <w:p w14:paraId="101FB628" w14:textId="77777777" w:rsidR="00565215" w:rsidRDefault="00565215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2B9BD016" w14:textId="218C1691" w:rsidR="00916C08" w:rsidRPr="009308D6" w:rsidRDefault="00916C08" w:rsidP="00130919">
            <w:pPr>
              <w:rPr>
                <w:rFonts w:ascii="Arial" w:hAnsi="Arial"/>
                <w:sz w:val="18"/>
                <w:szCs w:val="18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4E91D4D7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09744182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9FE7C" w14:textId="11CDD6C3" w:rsidR="00916C08" w:rsidRPr="009308D6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Gesamt</w:t>
                </w:r>
                <w:r w:rsidR="00565215">
                  <w:rPr>
                    <w:rFonts w:ascii="Arial" w:hAnsi="Arial"/>
                    <w:sz w:val="18"/>
                    <w:szCs w:val="18"/>
                  </w:rPr>
                  <w:t>an</w:t>
                </w:r>
                <w:r w:rsidRPr="009308D6">
                  <w:rPr>
                    <w:rFonts w:ascii="Arial" w:hAnsi="Arial"/>
                    <w:sz w:val="18"/>
                    <w:szCs w:val="18"/>
                  </w:rPr>
                  <w:t xml:space="preserve">zahl der </w:t>
                </w:r>
                <w:r w:rsidR="00D71A08">
                  <w:rPr>
                    <w:rFonts w:ascii="Arial" w:hAnsi="Arial"/>
                    <w:sz w:val="18"/>
                    <w:szCs w:val="18"/>
                  </w:rPr>
                  <w:t xml:space="preserve">neu </w:t>
                </w:r>
                <w:r w:rsidRPr="009308D6">
                  <w:rPr>
                    <w:rFonts w:ascii="Arial" w:hAnsi="Arial"/>
                    <w:sz w:val="18"/>
                    <w:szCs w:val="18"/>
                  </w:rPr>
                  <w:t>gestarteten Kurse</w:t>
                </w:r>
              </w:p>
            </w:sdtContent>
          </w:sdt>
          <w:p w14:paraId="16E4AA10" w14:textId="77777777" w:rsidR="00916C08" w:rsidRPr="009308D6" w:rsidRDefault="00916C08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5D5CDCDC" w14:textId="3FF5E7E9" w:rsidR="00916C08" w:rsidRPr="0012656B" w:rsidRDefault="00916C08" w:rsidP="00130919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E24C7A" w:rsidRPr="009308D6" w14:paraId="5FAA695F" w14:textId="77777777" w:rsidTr="009D5556">
        <w:trPr>
          <w:trHeight w:val="605"/>
        </w:trPr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75763660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2067317F" w14:textId="59CD4F25" w:rsidR="00E24C7A" w:rsidRPr="009308D6" w:rsidRDefault="00E24C7A" w:rsidP="00E24C7A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Gesamtan</w:t>
                </w:r>
                <w:r w:rsidRPr="009308D6">
                  <w:rPr>
                    <w:rFonts w:ascii="Arial" w:hAnsi="Arial"/>
                    <w:sz w:val="18"/>
                    <w:szCs w:val="18"/>
                  </w:rPr>
                  <w:t xml:space="preserve">zahl </w:t>
                </w:r>
                <w:r w:rsidR="009D5556">
                  <w:rPr>
                    <w:rFonts w:ascii="Arial" w:hAnsi="Arial"/>
                    <w:sz w:val="18"/>
                    <w:szCs w:val="18"/>
                  </w:rPr>
                  <w:t xml:space="preserve">der </w:t>
                </w:r>
                <w:r>
                  <w:rPr>
                    <w:rFonts w:ascii="Arial" w:hAnsi="Arial"/>
                    <w:sz w:val="18"/>
                    <w:szCs w:val="18"/>
                  </w:rPr>
                  <w:t>überjährige</w:t>
                </w:r>
                <w:r w:rsidR="009D5556">
                  <w:rPr>
                    <w:rFonts w:ascii="Arial" w:hAnsi="Arial"/>
                    <w:sz w:val="18"/>
                    <w:szCs w:val="18"/>
                  </w:rPr>
                  <w:t>n</w:t>
                </w:r>
                <w:r>
                  <w:rPr>
                    <w:rFonts w:ascii="Arial" w:hAnsi="Arial"/>
                    <w:sz w:val="18"/>
                    <w:szCs w:val="18"/>
                  </w:rPr>
                  <w:t xml:space="preserve"> Kurse</w:t>
                </w:r>
              </w:p>
            </w:sdtContent>
          </w:sdt>
          <w:p w14:paraId="31E28817" w14:textId="77777777" w:rsidR="00E24C7A" w:rsidRPr="009308D6" w:rsidRDefault="00E24C7A" w:rsidP="00E24C7A">
            <w:pPr>
              <w:rPr>
                <w:rFonts w:ascii="Arial" w:hAnsi="Arial"/>
                <w:sz w:val="18"/>
                <w:szCs w:val="18"/>
              </w:rPr>
            </w:pPr>
          </w:p>
          <w:p w14:paraId="2D242BA0" w14:textId="2D7FCD1E" w:rsidR="00E24C7A" w:rsidRDefault="00E24C7A" w:rsidP="00E24C7A">
            <w:pPr>
              <w:rPr>
                <w:rFonts w:ascii="Arial" w:hAnsi="Arial"/>
                <w:sz w:val="18"/>
                <w:szCs w:val="18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824CB4" w:rsidRPr="009308D6" w14:paraId="7F29AC53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901942609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0538EBFB" w14:textId="57B793D3" w:rsidR="00824CB4" w:rsidRPr="006D565A" w:rsidRDefault="00824CB4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6D565A">
                  <w:rPr>
                    <w:rFonts w:ascii="Arial" w:hAnsi="Arial"/>
                    <w:sz w:val="18"/>
                    <w:szCs w:val="18"/>
                  </w:rPr>
                  <w:t xml:space="preserve">Gesamtanzahl im Berichtsjahr abgeschlossener Kurse </w:t>
                </w:r>
              </w:p>
              <w:p w14:paraId="6E0988DA" w14:textId="624DA4C9" w:rsidR="00824CB4" w:rsidRPr="006D565A" w:rsidRDefault="00824CB4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6D565A">
                  <w:rPr>
                    <w:rFonts w:ascii="Arial" w:hAnsi="Arial"/>
                    <w:sz w:val="18"/>
                    <w:szCs w:val="18"/>
                  </w:rPr>
                  <w:t xml:space="preserve">(bitte sowohl die Anzahl vollständig </w:t>
                </w:r>
                <w:r w:rsidR="005A531D" w:rsidRPr="006D565A">
                  <w:rPr>
                    <w:rFonts w:ascii="Arial" w:hAnsi="Arial"/>
                    <w:sz w:val="18"/>
                    <w:szCs w:val="18"/>
                  </w:rPr>
                  <w:t>abgeschlossener</w:t>
                </w:r>
                <w:r w:rsidRPr="006D565A">
                  <w:rPr>
                    <w:rFonts w:ascii="Arial" w:hAnsi="Arial"/>
                    <w:sz w:val="18"/>
                    <w:szCs w:val="18"/>
                  </w:rPr>
                  <w:t xml:space="preserve"> als auch vorzeitig abgebrochener Kurse darstellen)</w:t>
                </w:r>
              </w:p>
            </w:sdtContent>
          </w:sdt>
          <w:p w14:paraId="196876FC" w14:textId="77777777" w:rsidR="00824CB4" w:rsidRPr="006D565A" w:rsidRDefault="00824CB4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7D3897EF" w14:textId="0ACC8A9C" w:rsidR="00824CB4" w:rsidRPr="00824CB4" w:rsidRDefault="00824CB4" w:rsidP="00130919">
            <w:pPr>
              <w:rPr>
                <w:rFonts w:ascii="Arial" w:hAnsi="Arial"/>
                <w:sz w:val="18"/>
                <w:szCs w:val="18"/>
                <w:highlight w:val="yellow"/>
              </w:rPr>
            </w:pPr>
            <w:r w:rsidRPr="006D565A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D565A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6D565A">
              <w:rPr>
                <w:rFonts w:ascii="Arial" w:hAnsi="Arial"/>
                <w:sz w:val="22"/>
                <w:szCs w:val="22"/>
              </w:rPr>
            </w:r>
            <w:r w:rsidRPr="006D565A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6D565A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440CCD8C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-199955864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B9F0BAE" w14:textId="28C90FA0" w:rsidR="00916C08" w:rsidRPr="0012656B" w:rsidRDefault="00565215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Gesamtan</w:t>
                </w:r>
                <w:r w:rsidR="00916C08" w:rsidRPr="0012656B">
                  <w:rPr>
                    <w:rFonts w:ascii="Arial" w:hAnsi="Arial"/>
                    <w:sz w:val="18"/>
                    <w:szCs w:val="18"/>
                  </w:rPr>
                  <w:t>zahl der Kurse mit Ausnahmegenehmigung</w:t>
                </w:r>
                <w:r w:rsidR="009D5556">
                  <w:rPr>
                    <w:rFonts w:ascii="Arial" w:hAnsi="Arial"/>
                    <w:sz w:val="18"/>
                    <w:szCs w:val="18"/>
                  </w:rPr>
                  <w:t xml:space="preserve">                                                                             (Reduzierung der Teilnehmendenzahl auf acht Personen)</w:t>
                </w:r>
              </w:p>
            </w:sdtContent>
          </w:sdt>
          <w:p w14:paraId="2F8FE84E" w14:textId="77777777" w:rsidR="00916C08" w:rsidRDefault="00916C08" w:rsidP="00130919">
            <w:pPr>
              <w:rPr>
                <w:rFonts w:ascii="Arial" w:hAnsi="Arial"/>
                <w:sz w:val="22"/>
                <w:szCs w:val="22"/>
              </w:rPr>
            </w:pPr>
          </w:p>
          <w:p w14:paraId="3ECFC6DC" w14:textId="46F046D6" w:rsidR="00916C08" w:rsidRDefault="00916C08" w:rsidP="00130919">
            <w:pPr>
              <w:rPr>
                <w:rFonts w:ascii="Arial" w:hAnsi="Arial"/>
                <w:sz w:val="18"/>
                <w:szCs w:val="18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355F1DCB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73404462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A3655B7" w14:textId="6D8F75FB" w:rsidR="00916C08" w:rsidRPr="009308D6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Gesamt</w:t>
                </w:r>
                <w:r w:rsidR="00565215">
                  <w:rPr>
                    <w:rFonts w:ascii="Arial" w:hAnsi="Arial"/>
                    <w:sz w:val="18"/>
                    <w:szCs w:val="18"/>
                  </w:rPr>
                  <w:t>an</w:t>
                </w:r>
                <w:r w:rsidRPr="009308D6">
                  <w:rPr>
                    <w:rFonts w:ascii="Arial" w:hAnsi="Arial"/>
                    <w:sz w:val="18"/>
                    <w:szCs w:val="18"/>
                  </w:rPr>
                  <w:t xml:space="preserve">zahl </w:t>
                </w:r>
                <w:r w:rsidRPr="00C922AA">
                  <w:rPr>
                    <w:rFonts w:ascii="Arial" w:hAnsi="Arial"/>
                    <w:sz w:val="18"/>
                    <w:szCs w:val="18"/>
                  </w:rPr>
                  <w:t>der durchgeführten Module (summiert über alle Kurse)</w:t>
                </w:r>
              </w:p>
            </w:sdtContent>
          </w:sdt>
          <w:p w14:paraId="51832FDC" w14:textId="77777777" w:rsidR="00916C08" w:rsidRPr="009308D6" w:rsidRDefault="00916C08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30CFF7B8" w14:textId="74DC841C" w:rsidR="00916C08" w:rsidRPr="009308D6" w:rsidRDefault="00916C08" w:rsidP="00130919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466C10DD" w14:textId="77777777" w:rsidTr="00130919">
        <w:trPr>
          <w:trHeight w:val="607"/>
        </w:trPr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128299508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103304CD" w14:textId="02738EDE" w:rsidR="009D5556" w:rsidRPr="00F1213C" w:rsidRDefault="009D5556" w:rsidP="009D5556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F1213C">
                  <w:rPr>
                    <w:rFonts w:ascii="Arial" w:hAnsi="Arial"/>
                    <w:sz w:val="18"/>
                    <w:szCs w:val="18"/>
                  </w:rPr>
                  <w:t>Gesamt</w:t>
                </w:r>
                <w:r>
                  <w:rPr>
                    <w:rFonts w:ascii="Arial" w:hAnsi="Arial"/>
                    <w:sz w:val="18"/>
                    <w:szCs w:val="18"/>
                  </w:rPr>
                  <w:t>an</w:t>
                </w:r>
                <w:r w:rsidRPr="00F1213C">
                  <w:rPr>
                    <w:rFonts w:ascii="Arial" w:hAnsi="Arial"/>
                    <w:sz w:val="18"/>
                    <w:szCs w:val="18"/>
                  </w:rPr>
                  <w:t xml:space="preserve">zahl der </w:t>
                </w:r>
                <w:r>
                  <w:rPr>
                    <w:rFonts w:ascii="Arial" w:hAnsi="Arial"/>
                    <w:sz w:val="18"/>
                    <w:szCs w:val="18"/>
                  </w:rPr>
                  <w:t>durchgeführten Kurse (mit Anteilen) im virtuellen Klassenzimmer</w:t>
                </w:r>
              </w:p>
            </w:sdtContent>
          </w:sdt>
          <w:p w14:paraId="28194EB6" w14:textId="77777777" w:rsidR="00916C08" w:rsidRPr="00F1213C" w:rsidRDefault="00916C08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6DED5F40" w14:textId="06C5D4FD" w:rsidR="00916C08" w:rsidRPr="00F1213C" w:rsidRDefault="00916C08" w:rsidP="00130919">
            <w:pPr>
              <w:rPr>
                <w:rFonts w:ascii="Arial" w:hAnsi="Arial"/>
                <w:sz w:val="18"/>
                <w:szCs w:val="18"/>
              </w:rPr>
            </w:pPr>
            <w:r w:rsidRPr="00F1213C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1213C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F1213C">
              <w:rPr>
                <w:rFonts w:ascii="Arial" w:hAnsi="Arial"/>
                <w:sz w:val="22"/>
                <w:szCs w:val="22"/>
              </w:rPr>
            </w:r>
            <w:r w:rsidRPr="00F1213C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F1213C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389B345F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/>
                <w:sz w:val="18"/>
                <w:szCs w:val="18"/>
              </w:rPr>
              <w:id w:val="-158267184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ACFB671" w14:textId="54515FD0" w:rsidR="00916C08" w:rsidRPr="009308D6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Gesamt</w:t>
                </w:r>
                <w:r w:rsidR="00565215">
                  <w:rPr>
                    <w:rFonts w:ascii="Arial" w:hAnsi="Arial"/>
                    <w:sz w:val="18"/>
                    <w:szCs w:val="18"/>
                  </w:rPr>
                  <w:t>an</w:t>
                </w:r>
                <w:r w:rsidRPr="009308D6">
                  <w:rPr>
                    <w:rFonts w:ascii="Arial" w:hAnsi="Arial"/>
                    <w:sz w:val="18"/>
                    <w:szCs w:val="18"/>
                  </w:rPr>
                  <w:t>zahl der Teilnehmenden</w:t>
                </w:r>
              </w:p>
            </w:sdtContent>
          </w:sdt>
          <w:p w14:paraId="4D96E3D1" w14:textId="77777777" w:rsidR="00916C08" w:rsidRPr="009308D6" w:rsidRDefault="00916C08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30AEAFCE" w14:textId="0D13E894" w:rsidR="00916C08" w:rsidRPr="009308D6" w:rsidRDefault="00916C08" w:rsidP="00130919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  <w:tr w:rsidR="00916C08" w:rsidRPr="009308D6" w14:paraId="456EE1DA" w14:textId="77777777" w:rsidTr="00130919">
        <w:tc>
          <w:tcPr>
            <w:tcW w:w="9062" w:type="dxa"/>
            <w:shd w:val="clear" w:color="auto" w:fill="auto"/>
          </w:tcPr>
          <w:p w14:paraId="312F6478" w14:textId="77777777" w:rsidR="00403693" w:rsidRDefault="00403693" w:rsidP="00130919">
            <w:pPr>
              <w:rPr>
                <w:rFonts w:ascii="Arial" w:hAnsi="Arial"/>
                <w:sz w:val="18"/>
                <w:szCs w:val="18"/>
              </w:rPr>
            </w:pPr>
          </w:p>
          <w:sdt>
            <w:sdtPr>
              <w:rPr>
                <w:rFonts w:ascii="Arial" w:hAnsi="Arial"/>
                <w:sz w:val="18"/>
                <w:szCs w:val="18"/>
              </w:rPr>
              <w:id w:val="1371808858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53505BE" w14:textId="581B42E7" w:rsidR="00916C08" w:rsidRDefault="009D5556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 xml:space="preserve">Unterschreitung der </w:t>
                </w:r>
                <w:r w:rsidR="00916C08">
                  <w:rPr>
                    <w:rFonts w:ascii="Arial" w:hAnsi="Arial"/>
                    <w:sz w:val="18"/>
                    <w:szCs w:val="18"/>
                  </w:rPr>
                  <w:t xml:space="preserve">Mindestteilnehmendenzahl: </w:t>
                </w:r>
              </w:p>
              <w:p w14:paraId="4E2A0CB6" w14:textId="77777777" w:rsidR="00916C08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</w:p>
              <w:p w14:paraId="3E366EEB" w14:textId="75EB1F43" w:rsidR="00916C08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Wie viele der durchgeführten Kurse haben die Mindestteilnehmendenzahl länger als fünf Wochen unterschritten?</w:t>
                </w:r>
              </w:p>
            </w:sdtContent>
          </w:sdt>
          <w:p w14:paraId="494A0E2E" w14:textId="77777777" w:rsidR="00916C08" w:rsidRDefault="00916C08" w:rsidP="00130919">
            <w:pPr>
              <w:rPr>
                <w:rFonts w:ascii="Arial" w:hAnsi="Arial"/>
                <w:sz w:val="18"/>
                <w:szCs w:val="18"/>
              </w:rPr>
            </w:pPr>
          </w:p>
          <w:p w14:paraId="390EC843" w14:textId="31399668" w:rsidR="00916C08" w:rsidRDefault="00916C08" w:rsidP="00130919">
            <w:pPr>
              <w:rPr>
                <w:rFonts w:ascii="Arial" w:hAnsi="Arial"/>
                <w:sz w:val="22"/>
                <w:szCs w:val="22"/>
              </w:rPr>
            </w:pPr>
            <w:r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Pr="009308D6">
              <w:rPr>
                <w:rFonts w:ascii="Arial" w:hAnsi="Arial"/>
                <w:sz w:val="22"/>
                <w:szCs w:val="22"/>
              </w:rPr>
            </w:r>
            <w:r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  <w:p w14:paraId="07258C1C" w14:textId="77777777" w:rsidR="00565215" w:rsidRDefault="00565215" w:rsidP="00130919">
            <w:pPr>
              <w:rPr>
                <w:rFonts w:ascii="Arial" w:hAnsi="Arial"/>
                <w:sz w:val="18"/>
                <w:szCs w:val="18"/>
              </w:rPr>
            </w:pPr>
          </w:p>
          <w:sdt>
            <w:sdtPr>
              <w:rPr>
                <w:rFonts w:ascii="Arial" w:hAnsi="Arial"/>
                <w:sz w:val="18"/>
                <w:szCs w:val="18"/>
              </w:rPr>
              <w:id w:val="-130993069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8D9291A" w14:textId="5FC663FB" w:rsidR="00916C08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 w:rsidRPr="007A330C">
                  <w:rPr>
                    <w:rFonts w:ascii="Arial" w:hAnsi="Arial"/>
                    <w:sz w:val="18"/>
                    <w:szCs w:val="18"/>
                  </w:rPr>
                  <w:t>Wurden die Unterschreitungen mit de</w:t>
                </w:r>
                <w:r w:rsidR="00C34C63">
                  <w:rPr>
                    <w:rFonts w:ascii="Arial" w:hAnsi="Arial"/>
                    <w:sz w:val="18"/>
                    <w:szCs w:val="18"/>
                  </w:rPr>
                  <w:t>r Zentralstelle</w:t>
                </w:r>
                <w:r w:rsidRPr="007A330C">
                  <w:rPr>
                    <w:rFonts w:ascii="Arial" w:hAnsi="Arial"/>
                    <w:sz w:val="18"/>
                    <w:szCs w:val="18"/>
                  </w:rPr>
                  <w:t xml:space="preserve"> abgestimmt?</w:t>
                </w:r>
              </w:p>
            </w:sdtContent>
          </w:sdt>
          <w:p w14:paraId="7E0A984B" w14:textId="7917A6E0" w:rsidR="00916C08" w:rsidRDefault="009276FC" w:rsidP="00130919">
            <w:pPr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635724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0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16C08">
              <w:rPr>
                <w:rFonts w:ascii="Arial" w:hAnsi="Arial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</w:rPr>
                <w:id w:val="91983469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16C08">
                  <w:rPr>
                    <w:rFonts w:ascii="Arial" w:hAnsi="Arial"/>
                    <w:sz w:val="18"/>
                    <w:szCs w:val="18"/>
                  </w:rPr>
                  <w:t>Ja</w:t>
                </w:r>
              </w:sdtContent>
            </w:sdt>
          </w:p>
          <w:p w14:paraId="77816AE1" w14:textId="27077BBD" w:rsidR="00916C08" w:rsidRDefault="009276FC" w:rsidP="00130919">
            <w:pPr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761526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0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16C08">
              <w:rPr>
                <w:rFonts w:ascii="Arial" w:hAnsi="Arial"/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/>
                  <w:sz w:val="18"/>
                  <w:szCs w:val="18"/>
                </w:rPr>
                <w:id w:val="-90151144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916C08">
                  <w:rPr>
                    <w:rFonts w:ascii="Arial" w:hAnsi="Arial"/>
                    <w:sz w:val="18"/>
                    <w:szCs w:val="18"/>
                  </w:rPr>
                  <w:t>Nein</w:t>
                </w:r>
              </w:sdtContent>
            </w:sdt>
          </w:p>
          <w:sdt>
            <w:sdtPr>
              <w:rPr>
                <w:rFonts w:ascii="Arial" w:hAnsi="Arial"/>
                <w:sz w:val="18"/>
                <w:szCs w:val="18"/>
              </w:rPr>
              <w:id w:val="1600216940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3AEE40D6" w14:textId="5C40740C" w:rsidR="00916C08" w:rsidRPr="0012656B" w:rsidRDefault="003773D5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 xml:space="preserve">     </w:t>
                </w:r>
                <w:r w:rsidR="00916C08">
                  <w:rPr>
                    <w:rFonts w:ascii="Arial" w:hAnsi="Arial"/>
                    <w:sz w:val="18"/>
                    <w:szCs w:val="18"/>
                  </w:rPr>
                  <w:t>Angabe von Gründen:</w:t>
                </w:r>
              </w:p>
            </w:sdtContent>
          </w:sdt>
          <w:p w14:paraId="613A1866" w14:textId="3EA3188F" w:rsidR="00916C08" w:rsidRDefault="003773D5" w:rsidP="00130919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  <w:r w:rsidR="00916C08" w:rsidRPr="009308D6">
              <w:rPr>
                <w:rFonts w:ascii="Arial" w:hAnsi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16C08" w:rsidRPr="009308D6">
              <w:rPr>
                <w:rFonts w:ascii="Arial" w:hAnsi="Arial"/>
                <w:sz w:val="22"/>
                <w:szCs w:val="22"/>
              </w:rPr>
              <w:instrText xml:space="preserve"> FORMTEXT </w:instrText>
            </w:r>
            <w:r w:rsidR="00916C08" w:rsidRPr="009308D6">
              <w:rPr>
                <w:rFonts w:ascii="Arial" w:hAnsi="Arial"/>
                <w:sz w:val="22"/>
                <w:szCs w:val="22"/>
              </w:rPr>
            </w:r>
            <w:r w:rsidR="00916C08" w:rsidRPr="009308D6">
              <w:rPr>
                <w:rFonts w:ascii="Arial" w:hAnsi="Arial"/>
                <w:sz w:val="22"/>
                <w:szCs w:val="22"/>
              </w:rPr>
              <w:fldChar w:fldCharType="separate"/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CD72A3">
              <w:rPr>
                <w:rFonts w:ascii="Arial" w:hAnsi="Arial"/>
                <w:noProof/>
                <w:sz w:val="22"/>
                <w:szCs w:val="22"/>
              </w:rPr>
              <w:t> </w:t>
            </w:r>
            <w:r w:rsidR="00916C08" w:rsidRPr="009308D6">
              <w:rPr>
                <w:rFonts w:ascii="Arial" w:hAnsi="Arial"/>
                <w:sz w:val="22"/>
                <w:szCs w:val="22"/>
              </w:rPr>
              <w:fldChar w:fldCharType="end"/>
            </w:r>
          </w:p>
          <w:p w14:paraId="0CC6E5E9" w14:textId="77777777" w:rsidR="006141AB" w:rsidRPr="0012656B" w:rsidRDefault="006141AB" w:rsidP="00130919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9DB499A" w14:textId="77777777" w:rsidR="00916C08" w:rsidRDefault="00916C08" w:rsidP="00916C08">
      <w:pPr>
        <w:rPr>
          <w:rFonts w:ascii="Arial" w:hAnsi="Arial"/>
          <w:sz w:val="22"/>
        </w:rPr>
      </w:pPr>
    </w:p>
    <w:p w14:paraId="7CA377E0" w14:textId="77777777" w:rsidR="00565215" w:rsidRPr="00C922AA" w:rsidRDefault="00565215" w:rsidP="00916C08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16C08" w:rsidRPr="00C922AA" w14:paraId="58E3F862" w14:textId="77777777" w:rsidTr="00130919">
        <w:tc>
          <w:tcPr>
            <w:tcW w:w="9062" w:type="dxa"/>
            <w:shd w:val="clear" w:color="auto" w:fill="auto"/>
          </w:tcPr>
          <w:sdt>
            <w:sdtPr>
              <w:rPr>
                <w:rFonts w:ascii="Arial" w:hAnsi="Arial" w:cs="Arial"/>
                <w:sz w:val="18"/>
                <w:szCs w:val="18"/>
                <w:u w:val="single"/>
              </w:rPr>
              <w:id w:val="33650297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Times New Roman"/>
                <w:sz w:val="16"/>
                <w:szCs w:val="16"/>
                <w:u w:val="none"/>
              </w:rPr>
            </w:sdtEndPr>
            <w:sdtContent>
              <w:p w14:paraId="323E471E" w14:textId="443D9843" w:rsidR="00916C08" w:rsidRPr="009D7DC2" w:rsidRDefault="00916C08" w:rsidP="00130919">
                <w:pPr>
                  <w:rPr>
                    <w:rFonts w:ascii="Arial" w:hAnsi="Arial" w:cs="Arial"/>
                    <w:sz w:val="18"/>
                    <w:szCs w:val="18"/>
                    <w:u w:val="single"/>
                  </w:rPr>
                </w:pPr>
                <w:r w:rsidRPr="009D7DC2">
                  <w:rPr>
                    <w:rFonts w:ascii="Arial" w:hAnsi="Arial" w:cs="Arial"/>
                    <w:sz w:val="18"/>
                    <w:szCs w:val="18"/>
                    <w:u w:val="single"/>
                  </w:rPr>
                  <w:t xml:space="preserve">Verbindliche </w:t>
                </w:r>
                <w:r w:rsidR="009D7DC2" w:rsidRPr="009D7DC2">
                  <w:rPr>
                    <w:rFonts w:ascii="Arial" w:hAnsi="Arial" w:cs="Arial"/>
                    <w:sz w:val="18"/>
                    <w:szCs w:val="18"/>
                    <w:u w:val="single"/>
                  </w:rPr>
                  <w:t>Ziele</w:t>
                </w:r>
                <w:r w:rsidRPr="009D7DC2">
                  <w:rPr>
                    <w:rFonts w:ascii="Arial" w:hAnsi="Arial" w:cs="Arial"/>
                    <w:sz w:val="18"/>
                    <w:szCs w:val="18"/>
                    <w:u w:val="single"/>
                  </w:rPr>
                  <w:t xml:space="preserve"> des Projektes</w:t>
                </w:r>
              </w:p>
              <w:p w14:paraId="1A3B137B" w14:textId="77777777" w:rsidR="00916C08" w:rsidRPr="00C922AA" w:rsidRDefault="00916C08" w:rsidP="00130919">
                <w:pPr>
                  <w:rPr>
                    <w:rFonts w:ascii="Arial" w:hAnsi="Arial"/>
                    <w:sz w:val="18"/>
                    <w:szCs w:val="18"/>
                  </w:rPr>
                </w:pPr>
              </w:p>
              <w:p w14:paraId="24E35250" w14:textId="77777777" w:rsidR="0077536F" w:rsidRPr="0077536F" w:rsidRDefault="0077536F" w:rsidP="0077536F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Durch die Kurse soll berechtigten Personengruppen Gelegenheit gegeben werden, möglichst zeitnah</w:t>
                </w:r>
              </w:p>
              <w:p w14:paraId="3FD99D02" w14:textId="42C17098" w:rsidR="0077536F" w:rsidRPr="0077536F" w:rsidRDefault="0077536F" w:rsidP="00BB2669">
                <w:pPr>
                  <w:pStyle w:val="Style11"/>
                  <w:numPr>
                    <w:ilvl w:val="0"/>
                    <w:numId w:val="14"/>
                  </w:numPr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alltagsrelevantes Wissen auf- bzw. auszubauen,</w:t>
                </w:r>
              </w:p>
              <w:p w14:paraId="1A692D52" w14:textId="268E7749" w:rsidR="0077536F" w:rsidRPr="0077536F" w:rsidRDefault="0077536F" w:rsidP="00BB2669">
                <w:pPr>
                  <w:pStyle w:val="Style11"/>
                  <w:numPr>
                    <w:ilvl w:val="0"/>
                    <w:numId w:val="14"/>
                  </w:numPr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die für ihren Alltag relevanten Werte, Normen und Gepflogenheiten des Zusammenlebens</w:t>
                </w:r>
                <w:r w:rsidR="00BB2669">
                  <w:rPr>
                    <w:rFonts w:ascii="Arial" w:hAnsi="Arial"/>
                    <w:sz w:val="18"/>
                    <w:szCs w:val="22"/>
                  </w:rPr>
                  <w:t xml:space="preserve">                    </w:t>
                </w:r>
                <w:r w:rsidRPr="0077536F">
                  <w:rPr>
                    <w:rFonts w:ascii="Arial" w:hAnsi="Arial"/>
                    <w:sz w:val="18"/>
                    <w:szCs w:val="22"/>
                  </w:rPr>
                  <w:t>kennenzulernen,</w:t>
                </w:r>
              </w:p>
              <w:p w14:paraId="20778A01" w14:textId="4282E451" w:rsidR="0077536F" w:rsidRPr="0077536F" w:rsidRDefault="0077536F" w:rsidP="00BB2669">
                <w:pPr>
                  <w:pStyle w:val="Style11"/>
                  <w:numPr>
                    <w:ilvl w:val="0"/>
                    <w:numId w:val="14"/>
                  </w:numPr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sich Sozialräume zu erschließen und</w:t>
                </w:r>
              </w:p>
              <w:p w14:paraId="24F60B5A" w14:textId="6972AFA8" w:rsidR="0077536F" w:rsidRPr="0077536F" w:rsidRDefault="0077536F" w:rsidP="00BB2669">
                <w:pPr>
                  <w:pStyle w:val="Style11"/>
                  <w:numPr>
                    <w:ilvl w:val="0"/>
                    <w:numId w:val="14"/>
                  </w:numPr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 xml:space="preserve">sich für die Erstorientierung </w:t>
                </w:r>
                <w:r w:rsidR="005B78B5" w:rsidRPr="0077536F">
                  <w:rPr>
                    <w:rFonts w:ascii="Arial" w:hAnsi="Arial"/>
                    <w:sz w:val="18"/>
                    <w:szCs w:val="22"/>
                  </w:rPr>
                  <w:t>erforderli</w:t>
                </w:r>
                <w:r w:rsidR="005B78B5">
                  <w:rPr>
                    <w:rFonts w:ascii="Arial" w:hAnsi="Arial"/>
                    <w:sz w:val="18"/>
                    <w:szCs w:val="22"/>
                  </w:rPr>
                  <w:t>c</w:t>
                </w:r>
                <w:r w:rsidR="005B78B5" w:rsidRPr="0077536F">
                  <w:rPr>
                    <w:rFonts w:ascii="Arial" w:hAnsi="Arial"/>
                    <w:sz w:val="18"/>
                    <w:szCs w:val="22"/>
                  </w:rPr>
                  <w:t>he</w:t>
                </w:r>
                <w:r w:rsidRPr="0077536F">
                  <w:rPr>
                    <w:rFonts w:ascii="Arial" w:hAnsi="Arial"/>
                    <w:sz w:val="18"/>
                    <w:szCs w:val="22"/>
                  </w:rPr>
                  <w:t xml:space="preserve"> sprachliche Handlungskompetenz sowie</w:t>
                </w:r>
              </w:p>
              <w:p w14:paraId="0E1E3E03" w14:textId="1E004454" w:rsidR="0077536F" w:rsidRDefault="0077536F" w:rsidP="00BB2669">
                <w:pPr>
                  <w:pStyle w:val="Style11"/>
                  <w:numPr>
                    <w:ilvl w:val="0"/>
                    <w:numId w:val="14"/>
                  </w:numPr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(Lern-)Strategien in einem der Erstorientierung dienlichen Maße anzueignen.</w:t>
                </w:r>
              </w:p>
              <w:p w14:paraId="5E3BE40C" w14:textId="77777777" w:rsidR="00FB2ECE" w:rsidRPr="0077536F" w:rsidRDefault="00FB2ECE" w:rsidP="0077536F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</w:p>
              <w:p w14:paraId="0CA4F8C7" w14:textId="70D9F4DB" w:rsidR="0077536F" w:rsidRPr="0077536F" w:rsidRDefault="0077536F" w:rsidP="0077536F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>Im Ergebnis können die Kurse dazu beitragen, den berechtigen Personengruppen eine regelmäßige Tagesstrukturierung zu ermöglichen, sie in ihrer Alltagsbewältigung und</w:t>
                </w:r>
                <w:r w:rsidR="00FB2ECE">
                  <w:rPr>
                    <w:rFonts w:ascii="Arial" w:hAnsi="Arial"/>
                    <w:sz w:val="18"/>
                    <w:szCs w:val="22"/>
                  </w:rPr>
                  <w:t xml:space="preserve"> </w:t>
                </w:r>
                <w:r w:rsidRPr="0077536F">
                  <w:rPr>
                    <w:rFonts w:ascii="Arial" w:hAnsi="Arial"/>
                    <w:sz w:val="18"/>
                    <w:szCs w:val="22"/>
                  </w:rPr>
                  <w:t xml:space="preserve">in ihrer Teilhabe zu bestärken. </w:t>
                </w:r>
              </w:p>
              <w:p w14:paraId="2FE88F9C" w14:textId="77777777" w:rsidR="0077536F" w:rsidRPr="0077536F" w:rsidRDefault="0077536F" w:rsidP="0077536F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</w:p>
              <w:p w14:paraId="55489BD4" w14:textId="77777777" w:rsidR="009E4FAC" w:rsidRDefault="0077536F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8"/>
                    <w:szCs w:val="22"/>
                  </w:rPr>
                </w:pPr>
                <w:r w:rsidRPr="0077536F">
                  <w:rPr>
                    <w:rFonts w:ascii="Arial" w:hAnsi="Arial"/>
                    <w:sz w:val="18"/>
                    <w:szCs w:val="22"/>
                  </w:rPr>
                  <w:t xml:space="preserve">Ggf. weitere Teilziele des Projektes </w:t>
                </w:r>
              </w:p>
              <w:p w14:paraId="1FEFDBFF" w14:textId="69A16676" w:rsidR="009E4FAC" w:rsidRPr="00B82873" w:rsidRDefault="0077536F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>(</w:t>
                </w:r>
                <w:r w:rsidR="009E4FAC" w:rsidRPr="00B82873">
                  <w:rPr>
                    <w:rFonts w:ascii="Arial" w:hAnsi="Arial"/>
                    <w:sz w:val="16"/>
                    <w:szCs w:val="16"/>
                  </w:rPr>
                  <w:t xml:space="preserve">entsprechend </w:t>
                </w: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4.6 </w:t>
                </w:r>
                <w:r w:rsidR="00CA0DD2" w:rsidRPr="00B82873">
                  <w:rPr>
                    <w:rFonts w:ascii="Arial" w:hAnsi="Arial"/>
                    <w:sz w:val="16"/>
                    <w:szCs w:val="16"/>
                  </w:rPr>
                  <w:t xml:space="preserve">Ergänzende Bestimmungen durch die Bundesländer, </w:t>
                </w:r>
                <w:r w:rsidRPr="00B82873">
                  <w:rPr>
                    <w:rFonts w:ascii="Arial" w:hAnsi="Arial"/>
                    <w:sz w:val="16"/>
                    <w:szCs w:val="16"/>
                  </w:rPr>
                  <w:t>Förderrichtlinie</w:t>
                </w:r>
                <w:r w:rsidR="009E4FAC" w:rsidRPr="00B82873">
                  <w:rPr>
                    <w:rFonts w:ascii="Arial" w:hAnsi="Arial"/>
                    <w:sz w:val="16"/>
                    <w:szCs w:val="16"/>
                  </w:rPr>
                  <w:t xml:space="preserve">: </w:t>
                </w:r>
              </w:p>
              <w:p w14:paraId="6A259BEC" w14:textId="69E0834D" w:rsidR="009E4FAC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Die Bundesländer können für ihren eigenen Zuständigkeitsbereich ergänzende Regelungen zu den Förderrichtlinien definieren. Dies betrifft insbesondere: </w:t>
                </w:r>
              </w:p>
              <w:p w14:paraId="3FDBA632" w14:textId="77777777" w:rsidR="009E4FAC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– Anforderungen an die Zentralstelle und Kursträger </w:t>
                </w:r>
              </w:p>
              <w:p w14:paraId="6883907F" w14:textId="77777777" w:rsidR="009E4FAC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– Anforderungen an den Durchführungsort </w:t>
                </w:r>
              </w:p>
              <w:p w14:paraId="1A4B4B27" w14:textId="77777777" w:rsidR="009E4FAC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– Verknüpfung mit anderen Fördermaßnahmen </w:t>
                </w:r>
              </w:p>
              <w:p w14:paraId="558EEA0A" w14:textId="30C9A02B" w:rsidR="009E4FAC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 xml:space="preserve">– Vernetzung oder Zusammenarbeit mit anderen Organisationen und Institutionen (z. B. Träger von Sammelunterkünften) </w:t>
                </w:r>
              </w:p>
              <w:p w14:paraId="07DA18AF" w14:textId="2B2BA3F4" w:rsidR="0077536F" w:rsidRPr="00B82873" w:rsidRDefault="009E4FAC" w:rsidP="009E4FAC">
                <w:pPr>
                  <w:pStyle w:val="Style11"/>
                  <w:spacing w:line="300" w:lineRule="atLeast"/>
                  <w:ind w:right="852"/>
                  <w:jc w:val="both"/>
                  <w:rPr>
                    <w:rFonts w:ascii="Arial" w:hAnsi="Arial"/>
                    <w:sz w:val="16"/>
                    <w:szCs w:val="16"/>
                  </w:rPr>
                </w:pPr>
                <w:r w:rsidRPr="00B82873">
                  <w:rPr>
                    <w:rFonts w:ascii="Arial" w:hAnsi="Arial"/>
                    <w:sz w:val="16"/>
                    <w:szCs w:val="16"/>
                  </w:rPr>
                  <w:t>Das Bundesland kann ferner Teilziele mit der Zentralstelle festlegen wie bspw. den prozentualen Anteil an durchzuführenden Frauenkursen oder Aufgabenschwerpunkte wie proaktive Bedarfsermittlung, Verbesserung der Vernetzungsstrukturen oder Verzahnung mit Landesprogrammen.</w:t>
                </w:r>
                <w:r w:rsidR="0077536F" w:rsidRPr="00B82873">
                  <w:rPr>
                    <w:rFonts w:ascii="Arial" w:hAnsi="Arial"/>
                    <w:sz w:val="16"/>
                    <w:szCs w:val="16"/>
                  </w:rPr>
                  <w:t>):</w:t>
                </w:r>
              </w:p>
            </w:sdtContent>
          </w:sdt>
          <w:p w14:paraId="532121E4" w14:textId="77777777" w:rsidR="00962825" w:rsidRPr="0077536F" w:rsidRDefault="00962825" w:rsidP="0077536F">
            <w:pPr>
              <w:pStyle w:val="Style11"/>
              <w:spacing w:line="300" w:lineRule="atLeast"/>
              <w:ind w:right="852"/>
              <w:jc w:val="both"/>
              <w:rPr>
                <w:rFonts w:ascii="Arial" w:hAnsi="Arial"/>
                <w:sz w:val="18"/>
                <w:szCs w:val="22"/>
              </w:rPr>
            </w:pPr>
          </w:p>
          <w:p w14:paraId="54F1B037" w14:textId="0A22CEC0" w:rsidR="0077536F" w:rsidRDefault="0077536F" w:rsidP="00962825">
            <w:pPr>
              <w:rPr>
                <w:rFonts w:ascii="Arial" w:hAnsi="Arial" w:cs="Arial"/>
                <w:sz w:val="18"/>
                <w:szCs w:val="18"/>
              </w:rPr>
            </w:pPr>
            <w:r w:rsidRPr="0077536F">
              <w:rPr>
                <w:rFonts w:ascii="Arial" w:hAnsi="Arial"/>
                <w:sz w:val="18"/>
                <w:szCs w:val="22"/>
              </w:rPr>
              <w:t>•</w:t>
            </w:r>
            <w:r w:rsidRPr="0077536F">
              <w:rPr>
                <w:rFonts w:ascii="Arial" w:hAnsi="Arial"/>
                <w:sz w:val="18"/>
                <w:szCs w:val="22"/>
              </w:rPr>
              <w:tab/>
            </w:r>
            <w:r w:rsidR="00962825" w:rsidRPr="00161EB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962825" w:rsidRPr="00161EB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962825" w:rsidRPr="00161EBB">
              <w:rPr>
                <w:rFonts w:ascii="Arial" w:hAnsi="Arial" w:cs="Arial"/>
                <w:sz w:val="18"/>
                <w:szCs w:val="18"/>
              </w:rPr>
            </w:r>
            <w:r w:rsidR="00962825" w:rsidRPr="00161E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962825" w:rsidRPr="00161EB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236D545" w14:textId="5CA0847E" w:rsidR="00962825" w:rsidRDefault="00962825" w:rsidP="0096282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7B5999" w14:textId="7B88EA19" w:rsidR="00962825" w:rsidRPr="00962825" w:rsidRDefault="00962825" w:rsidP="00962825">
            <w:pPr>
              <w:rPr>
                <w:rFonts w:ascii="Arial" w:hAnsi="Arial" w:cs="Arial"/>
                <w:sz w:val="18"/>
                <w:szCs w:val="18"/>
              </w:rPr>
            </w:pPr>
            <w:r w:rsidRPr="0077536F">
              <w:rPr>
                <w:rFonts w:ascii="Arial" w:hAnsi="Arial"/>
                <w:sz w:val="18"/>
                <w:szCs w:val="22"/>
              </w:rPr>
              <w:t>•</w:t>
            </w:r>
            <w:r w:rsidRPr="0077536F">
              <w:rPr>
                <w:rFonts w:ascii="Arial" w:hAnsi="Arial"/>
                <w:sz w:val="18"/>
                <w:szCs w:val="22"/>
              </w:rPr>
              <w:tab/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61EB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61EBB">
              <w:rPr>
                <w:rFonts w:ascii="Arial" w:hAnsi="Arial" w:cs="Arial"/>
                <w:sz w:val="18"/>
                <w:szCs w:val="18"/>
              </w:rPr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507BA1B" w14:textId="6B2940D5" w:rsidR="00962825" w:rsidRDefault="00962825" w:rsidP="0096282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58A088" w14:textId="17A04A0F" w:rsidR="00962825" w:rsidRPr="00962825" w:rsidRDefault="00962825" w:rsidP="00962825">
            <w:pPr>
              <w:rPr>
                <w:rFonts w:ascii="Arial" w:hAnsi="Arial" w:cs="Arial"/>
                <w:sz w:val="18"/>
                <w:szCs w:val="18"/>
              </w:rPr>
            </w:pPr>
            <w:r w:rsidRPr="0077536F">
              <w:rPr>
                <w:rFonts w:ascii="Arial" w:hAnsi="Arial"/>
                <w:sz w:val="18"/>
                <w:szCs w:val="22"/>
              </w:rPr>
              <w:t>•</w:t>
            </w:r>
            <w:r w:rsidRPr="0077536F">
              <w:rPr>
                <w:rFonts w:ascii="Arial" w:hAnsi="Arial"/>
                <w:sz w:val="18"/>
                <w:szCs w:val="22"/>
              </w:rPr>
              <w:tab/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61EB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61EBB">
              <w:rPr>
                <w:rFonts w:ascii="Arial" w:hAnsi="Arial" w:cs="Arial"/>
                <w:sz w:val="18"/>
                <w:szCs w:val="18"/>
              </w:rPr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CD72A3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161EB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57725998" w14:textId="5B4D7424" w:rsidR="006141AB" w:rsidRPr="00C922AA" w:rsidRDefault="006141AB" w:rsidP="0077536F">
            <w:pPr>
              <w:pStyle w:val="Style11"/>
              <w:spacing w:line="300" w:lineRule="atLeast"/>
              <w:ind w:right="852"/>
              <w:jc w:val="both"/>
              <w:rPr>
                <w:rFonts w:ascii="Arial" w:hAnsi="Arial"/>
                <w:sz w:val="18"/>
                <w:szCs w:val="22"/>
              </w:rPr>
            </w:pPr>
          </w:p>
        </w:tc>
      </w:tr>
    </w:tbl>
    <w:p w14:paraId="2BA41C8F" w14:textId="77777777" w:rsidR="00916C08" w:rsidRDefault="00916C08" w:rsidP="00916C08">
      <w:pPr>
        <w:rPr>
          <w:rFonts w:ascii="Arial" w:hAnsi="Arial"/>
          <w:sz w:val="22"/>
        </w:rPr>
      </w:pPr>
    </w:p>
    <w:p w14:paraId="51E8749D" w14:textId="77777777" w:rsidR="00916C08" w:rsidRDefault="00916C08">
      <w:pPr>
        <w:rPr>
          <w:rFonts w:ascii="Arial" w:hAnsi="Arial"/>
          <w:sz w:val="22"/>
        </w:rPr>
      </w:pPr>
    </w:p>
    <w:sdt>
      <w:sdtPr>
        <w:id w:val="2097739783"/>
        <w:lock w:val="sdtContentLocked"/>
        <w:placeholder>
          <w:docPart w:val="DefaultPlaceholder_-1854013440"/>
        </w:placeholder>
      </w:sdtPr>
      <w:sdtEndPr/>
      <w:sdtContent>
        <w:p w14:paraId="5DCE7CA1" w14:textId="5C8D9470" w:rsidR="008436EE" w:rsidRPr="00885C96" w:rsidRDefault="00516A12" w:rsidP="00D54DB0">
          <w:pPr>
            <w:pStyle w:val="berschrift2"/>
            <w:numPr>
              <w:ilvl w:val="0"/>
              <w:numId w:val="6"/>
            </w:numPr>
          </w:pPr>
          <w:r w:rsidRPr="00885C96">
            <w:t>Kursstandorte</w:t>
          </w:r>
        </w:p>
      </w:sdtContent>
    </w:sdt>
    <w:p w14:paraId="55902546" w14:textId="77777777" w:rsidR="008436EE" w:rsidRDefault="008436EE"/>
    <w:sdt>
      <w:sdtPr>
        <w:rPr>
          <w:b w:val="0"/>
          <w:sz w:val="18"/>
          <w:szCs w:val="18"/>
        </w:rPr>
        <w:id w:val="747007159"/>
        <w:lock w:val="sdtContentLocked"/>
        <w:placeholder>
          <w:docPart w:val="DefaultPlaceholder_-1854013440"/>
        </w:placeholder>
      </w:sdtPr>
      <w:sdtEndPr/>
      <w:sdtContent>
        <w:p w14:paraId="15F2C0C7" w14:textId="0403864A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a) </w:t>
          </w:r>
          <w:r w:rsidR="00A35BC8">
            <w:rPr>
              <w:b w:val="0"/>
              <w:sz w:val="18"/>
              <w:szCs w:val="18"/>
            </w:rPr>
            <w:t xml:space="preserve">Bitte nennen Sie </w:t>
          </w:r>
          <w:r w:rsidR="00544DC2">
            <w:rPr>
              <w:b w:val="0"/>
              <w:sz w:val="18"/>
              <w:szCs w:val="18"/>
            </w:rPr>
            <w:t xml:space="preserve">die </w:t>
          </w:r>
          <w:r w:rsidR="00516A12" w:rsidRPr="000C026E">
            <w:rPr>
              <w:b w:val="0"/>
              <w:sz w:val="18"/>
              <w:szCs w:val="18"/>
            </w:rPr>
            <w:t>Standorte, an denen Kurse durchgeführt wurden</w:t>
          </w:r>
          <w:r w:rsidR="00885C96">
            <w:rPr>
              <w:b w:val="0"/>
              <w:sz w:val="18"/>
              <w:szCs w:val="18"/>
            </w:rPr>
            <w:t>.</w:t>
          </w:r>
        </w:p>
      </w:sdtContent>
    </w:sdt>
    <w:p w14:paraId="1CDA5DAC" w14:textId="77777777" w:rsidR="00202F8F" w:rsidRPr="000C026E" w:rsidRDefault="00202F8F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bCs/>
          <w:sz w:val="18"/>
          <w:szCs w:val="18"/>
        </w:rPr>
      </w:pPr>
    </w:p>
    <w:p w14:paraId="00485EFD" w14:textId="4433D52C" w:rsidR="008436EE" w:rsidRPr="00D54DB0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7370B8AB" w14:textId="77777777" w:rsidR="008436EE" w:rsidRPr="000C026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sdt>
      <w:sdtPr>
        <w:rPr>
          <w:b w:val="0"/>
          <w:sz w:val="18"/>
          <w:szCs w:val="18"/>
        </w:rPr>
        <w:id w:val="-453553200"/>
        <w:lock w:val="sdtContentLocked"/>
        <w:placeholder>
          <w:docPart w:val="DefaultPlaceholder_-1854013440"/>
        </w:placeholder>
      </w:sdtPr>
      <w:sdtEndPr/>
      <w:sdtContent>
        <w:p w14:paraId="46697122" w14:textId="1118763B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b) </w:t>
          </w:r>
          <w:r w:rsidR="00C34C63" w:rsidRPr="00C34C63">
            <w:rPr>
              <w:b w:val="0"/>
              <w:sz w:val="18"/>
              <w:szCs w:val="18"/>
            </w:rPr>
            <w:t>Welche Veränderungen gab es im Laufe der Zeit hinsichtlich der Kursstandorte?</w:t>
          </w:r>
        </w:p>
      </w:sdtContent>
    </w:sdt>
    <w:p w14:paraId="5625F4B3" w14:textId="77777777" w:rsidR="00202F8F" w:rsidRPr="000C026E" w:rsidRDefault="00202F8F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p w14:paraId="131E2EA8" w14:textId="0D9A157C" w:rsidR="008436E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4D439C34" w14:textId="77777777" w:rsidR="00C34C63" w:rsidRPr="00C34C63" w:rsidRDefault="00C34C63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</w:p>
    <w:sdt>
      <w:sdtPr>
        <w:rPr>
          <w:b w:val="0"/>
          <w:sz w:val="18"/>
          <w:szCs w:val="18"/>
        </w:rPr>
        <w:id w:val="1117712760"/>
        <w:lock w:val="sdtContentLocked"/>
        <w:placeholder>
          <w:docPart w:val="DefaultPlaceholder_-1854013440"/>
        </w:placeholder>
      </w:sdtPr>
      <w:sdtEndPr/>
      <w:sdtContent>
        <w:p w14:paraId="07F0A32C" w14:textId="43049184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c) </w:t>
          </w:r>
          <w:r w:rsidR="004B42E6">
            <w:rPr>
              <w:b w:val="0"/>
              <w:sz w:val="18"/>
              <w:szCs w:val="18"/>
            </w:rPr>
            <w:t>Bitte erläutern</w:t>
          </w:r>
          <w:r w:rsidR="00A35BC8">
            <w:rPr>
              <w:b w:val="0"/>
              <w:sz w:val="18"/>
              <w:szCs w:val="18"/>
            </w:rPr>
            <w:t xml:space="preserve"> Sie</w:t>
          </w:r>
          <w:r w:rsidRPr="000C026E">
            <w:rPr>
              <w:b w:val="0"/>
              <w:sz w:val="18"/>
              <w:szCs w:val="18"/>
            </w:rPr>
            <w:t xml:space="preserve">, warum </w:t>
          </w:r>
          <w:r w:rsidR="00C34C63">
            <w:rPr>
              <w:b w:val="0"/>
              <w:sz w:val="18"/>
              <w:szCs w:val="18"/>
            </w:rPr>
            <w:t>es zu diesen Veränderungen kam und wie damit umgegangen wurde?</w:t>
          </w:r>
        </w:p>
      </w:sdtContent>
    </w:sdt>
    <w:p w14:paraId="35B0950B" w14:textId="77777777" w:rsidR="00202F8F" w:rsidRPr="000C026E" w:rsidRDefault="00202F8F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p w14:paraId="52529A77" w14:textId="37CE6724" w:rsidR="008436EE" w:rsidRPr="00D54DB0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45FCAE68" w14:textId="77777777" w:rsidR="008436E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</w:rPr>
      </w:pPr>
    </w:p>
    <w:p w14:paraId="09BBAA32" w14:textId="456D647E" w:rsidR="00D54DB0" w:rsidRDefault="00D54DB0" w:rsidP="00BB789A">
      <w:pPr>
        <w:pStyle w:val="berschrift2"/>
      </w:pPr>
    </w:p>
    <w:p w14:paraId="10B50055" w14:textId="77777777" w:rsidR="00FA6582" w:rsidRPr="00FA6582" w:rsidRDefault="00FA6582" w:rsidP="00FA6582"/>
    <w:sdt>
      <w:sdtPr>
        <w:id w:val="-1614589859"/>
        <w:lock w:val="sdtContentLocked"/>
        <w:placeholder>
          <w:docPart w:val="DefaultPlaceholder_-1854013440"/>
        </w:placeholder>
      </w:sdtPr>
      <w:sdtEndPr/>
      <w:sdtContent>
        <w:p w14:paraId="7F7CEE8B" w14:textId="514E9CCB" w:rsidR="00C51CEA" w:rsidRDefault="00D54DB0" w:rsidP="00D54DB0">
          <w:pPr>
            <w:pStyle w:val="berschrift2"/>
            <w:numPr>
              <w:ilvl w:val="0"/>
              <w:numId w:val="6"/>
            </w:numPr>
          </w:pPr>
          <w:r>
            <w:t>Darstellung des</w:t>
          </w:r>
          <w:r w:rsidR="00257E73">
            <w:t xml:space="preserve"> </w:t>
          </w:r>
          <w:r w:rsidR="00405E1F">
            <w:t>Projektverlaufs</w:t>
          </w:r>
          <w:r w:rsidR="00C51CEA">
            <w:t xml:space="preserve"> </w:t>
          </w:r>
        </w:p>
      </w:sdtContent>
    </w:sdt>
    <w:p w14:paraId="76D8350B" w14:textId="77777777" w:rsidR="00257E73" w:rsidRDefault="00257E73" w:rsidP="00D54DB0">
      <w:pPr>
        <w:pStyle w:val="Textkrper"/>
        <w:pBdr>
          <w:left w:val="none" w:sz="0" w:space="0" w:color="auto"/>
          <w:bottom w:val="none" w:sz="0" w:space="0" w:color="auto"/>
        </w:pBdr>
      </w:pPr>
    </w:p>
    <w:sdt>
      <w:sdtPr>
        <w:rPr>
          <w:b w:val="0"/>
          <w:sz w:val="18"/>
          <w:szCs w:val="18"/>
        </w:rPr>
        <w:id w:val="775284465"/>
        <w:lock w:val="sdtContentLocked"/>
        <w:placeholder>
          <w:docPart w:val="DefaultPlaceholder_-1854013440"/>
        </w:placeholder>
      </w:sdtPr>
      <w:sdtEndPr/>
      <w:sdtContent>
        <w:p w14:paraId="483B07B3" w14:textId="3C68AF52" w:rsidR="000C32A9" w:rsidRPr="000C026E" w:rsidRDefault="00971827" w:rsidP="00791786">
          <w:pPr>
            <w:pStyle w:val="berschrift3"/>
            <w:rPr>
              <w:b w:val="0"/>
              <w:sz w:val="18"/>
              <w:szCs w:val="18"/>
            </w:rPr>
          </w:pPr>
          <w:r>
            <w:rPr>
              <w:b w:val="0"/>
              <w:sz w:val="18"/>
              <w:szCs w:val="18"/>
            </w:rPr>
            <w:t>a</w:t>
          </w:r>
          <w:r w:rsidR="000C32A9" w:rsidRPr="000C026E">
            <w:rPr>
              <w:b w:val="0"/>
              <w:sz w:val="18"/>
              <w:szCs w:val="18"/>
            </w:rPr>
            <w:t>) Wie erfolgte die räumliche und praktische Organisation der Kurse?</w:t>
          </w:r>
        </w:p>
      </w:sdtContent>
    </w:sdt>
    <w:p w14:paraId="1BA33446" w14:textId="77777777" w:rsidR="000C32A9" w:rsidRPr="000C026E" w:rsidRDefault="000C32A9" w:rsidP="000C32A9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  <w:r w:rsidRPr="000C026E">
        <w:rPr>
          <w:rFonts w:ascii="Arial" w:hAnsi="Arial"/>
          <w:b/>
          <w:sz w:val="18"/>
          <w:szCs w:val="18"/>
        </w:rPr>
        <w:t xml:space="preserve"> </w:t>
      </w:r>
    </w:p>
    <w:p w14:paraId="5F191787" w14:textId="319FF3BC" w:rsidR="000C32A9" w:rsidRPr="00D54DB0" w:rsidRDefault="000C32A9" w:rsidP="000C32A9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60A8756D" w14:textId="77777777" w:rsidR="000C32A9" w:rsidRPr="000C026E" w:rsidRDefault="000C32A9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sdt>
      <w:sdtPr>
        <w:rPr>
          <w:b w:val="0"/>
          <w:sz w:val="18"/>
          <w:szCs w:val="18"/>
        </w:rPr>
        <w:id w:val="1325780620"/>
        <w:lock w:val="sdtContentLocked"/>
        <w:placeholder>
          <w:docPart w:val="DefaultPlaceholder_-1854013440"/>
        </w:placeholder>
      </w:sdtPr>
      <w:sdtEndPr/>
      <w:sdtContent>
        <w:p w14:paraId="39ADB934" w14:textId="570CF795" w:rsidR="000C32A9" w:rsidRPr="000C026E" w:rsidRDefault="00971827" w:rsidP="00791786">
          <w:pPr>
            <w:pStyle w:val="berschrift3"/>
            <w:rPr>
              <w:b w:val="0"/>
              <w:sz w:val="18"/>
              <w:szCs w:val="18"/>
            </w:rPr>
          </w:pPr>
          <w:r>
            <w:rPr>
              <w:b w:val="0"/>
              <w:sz w:val="18"/>
              <w:szCs w:val="18"/>
            </w:rPr>
            <w:t>b</w:t>
          </w:r>
          <w:r w:rsidR="000C32A9" w:rsidRPr="000C026E">
            <w:rPr>
              <w:b w:val="0"/>
              <w:sz w:val="18"/>
              <w:szCs w:val="18"/>
            </w:rPr>
            <w:t xml:space="preserve">) Wie gestaltete sich die Auswahl und der Einsatz der Lehrkräfte? </w:t>
          </w:r>
        </w:p>
      </w:sdtContent>
    </w:sdt>
    <w:p w14:paraId="58A6DB3A" w14:textId="77777777" w:rsidR="000C32A9" w:rsidRPr="000C026E" w:rsidRDefault="000C32A9" w:rsidP="000C32A9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  <w:r w:rsidRPr="000C026E">
        <w:rPr>
          <w:rFonts w:ascii="Arial" w:hAnsi="Arial"/>
          <w:b/>
          <w:sz w:val="18"/>
          <w:szCs w:val="18"/>
        </w:rPr>
        <w:t xml:space="preserve"> </w:t>
      </w:r>
    </w:p>
    <w:p w14:paraId="14352A06" w14:textId="68365C44" w:rsidR="000C32A9" w:rsidRDefault="000C32A9" w:rsidP="000C32A9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093527A1" w14:textId="573DF526" w:rsidR="00971827" w:rsidRDefault="00971827" w:rsidP="000C32A9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</w:p>
    <w:sdt>
      <w:sdtPr>
        <w:rPr>
          <w:b w:val="0"/>
          <w:sz w:val="18"/>
          <w:szCs w:val="18"/>
        </w:rPr>
        <w:id w:val="-126469153"/>
        <w:lock w:val="sdtContentLocked"/>
        <w:placeholder>
          <w:docPart w:val="DefaultPlaceholder_-1854013440"/>
        </w:placeholder>
      </w:sdtPr>
      <w:sdtEndPr/>
      <w:sdtContent>
        <w:p w14:paraId="7EF28C57" w14:textId="4F90ACA3" w:rsidR="00971827" w:rsidRPr="00971827" w:rsidRDefault="00971827" w:rsidP="00971827">
          <w:pPr>
            <w:pStyle w:val="berschrift3"/>
            <w:rPr>
              <w:b w:val="0"/>
              <w:sz w:val="18"/>
              <w:szCs w:val="18"/>
            </w:rPr>
          </w:pPr>
          <w:r>
            <w:rPr>
              <w:b w:val="0"/>
              <w:sz w:val="18"/>
              <w:szCs w:val="18"/>
            </w:rPr>
            <w:t>c</w:t>
          </w:r>
          <w:r w:rsidRPr="00971827">
            <w:rPr>
              <w:b w:val="0"/>
              <w:sz w:val="18"/>
              <w:szCs w:val="18"/>
            </w:rPr>
            <w:t>) Wie erfolgte die fachliche und konzeptionelle Begleitung der Lehrkräfte?</w:t>
          </w:r>
        </w:p>
      </w:sdtContent>
    </w:sdt>
    <w:p w14:paraId="5699D583" w14:textId="069439E2" w:rsidR="000C32A9" w:rsidRDefault="000C32A9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7F7D4261" w14:textId="7A7357AD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59511159" w14:textId="56E63B0A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sdt>
      <w:sdtPr>
        <w:rPr>
          <w:b w:val="0"/>
          <w:sz w:val="18"/>
          <w:szCs w:val="18"/>
        </w:rPr>
        <w:id w:val="-478230254"/>
        <w:lock w:val="sdtContentLocked"/>
        <w:placeholder>
          <w:docPart w:val="DefaultPlaceholder_-1854013440"/>
        </w:placeholder>
      </w:sdtPr>
      <w:sdtEndPr/>
      <w:sdtContent>
        <w:p w14:paraId="5973D835" w14:textId="6D4B0305" w:rsidR="00971827" w:rsidRPr="00E363B0" w:rsidRDefault="00971827" w:rsidP="00E363B0">
          <w:pPr>
            <w:pStyle w:val="berschrift3"/>
            <w:rPr>
              <w:b w:val="0"/>
              <w:sz w:val="18"/>
              <w:szCs w:val="18"/>
            </w:rPr>
          </w:pPr>
          <w:r w:rsidRPr="00E363B0">
            <w:rPr>
              <w:b w:val="0"/>
              <w:sz w:val="18"/>
              <w:szCs w:val="18"/>
            </w:rPr>
            <w:t>d) Wie erfolgte die fortlaufende Ermittlung der Kursbedarfe vor Ort und ggf. Nachsteuerung mit dem Ziel, die Bedarfe stetig zu decken</w:t>
          </w:r>
          <w:r w:rsidR="005B78B5">
            <w:rPr>
              <w:b w:val="0"/>
              <w:sz w:val="18"/>
              <w:szCs w:val="18"/>
            </w:rPr>
            <w:t>?</w:t>
          </w:r>
        </w:p>
      </w:sdtContent>
    </w:sdt>
    <w:p w14:paraId="02DE30A6" w14:textId="3AF346D3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2402D2CB" w14:textId="745EEA24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21A71926" w14:textId="227C82C0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sdt>
      <w:sdtPr>
        <w:rPr>
          <w:rFonts w:ascii="Arial" w:hAnsi="Arial"/>
          <w:sz w:val="22"/>
        </w:rPr>
        <w:id w:val="-1896036793"/>
        <w:lock w:val="sdtContentLocked"/>
        <w:placeholder>
          <w:docPart w:val="DefaultPlaceholder_-1854013440"/>
        </w:placeholder>
      </w:sdtPr>
      <w:sdtEndPr>
        <w:rPr>
          <w:sz w:val="18"/>
          <w:szCs w:val="18"/>
        </w:rPr>
      </w:sdtEndPr>
      <w:sdtContent>
        <w:p w14:paraId="1DB0BF37" w14:textId="3D718817" w:rsidR="00971827" w:rsidRPr="00E363B0" w:rsidRDefault="00BE30A1" w:rsidP="00516A12">
          <w:pPr>
            <w:pBdr>
              <w:left w:val="single" w:sz="4" w:space="4" w:color="auto"/>
              <w:bottom w:val="single" w:sz="4" w:space="1" w:color="auto"/>
            </w:pBdr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22"/>
            </w:rPr>
            <w:t>e</w:t>
          </w:r>
          <w:r w:rsidR="00E363B0" w:rsidRPr="00E363B0">
            <w:rPr>
              <w:rFonts w:ascii="Arial" w:hAnsi="Arial"/>
              <w:sz w:val="18"/>
              <w:szCs w:val="18"/>
            </w:rPr>
            <w:t>) Wie erfolgte die (regionale) Öffentlichkeitsarbeit?</w:t>
          </w:r>
        </w:p>
      </w:sdtContent>
    </w:sdt>
    <w:p w14:paraId="28E84F2A" w14:textId="02B57146" w:rsidR="00E363B0" w:rsidRDefault="00E363B0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05C73AB0" w14:textId="2EA81965" w:rsidR="00E363B0" w:rsidRDefault="00E363B0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774754B2" w14:textId="06891F7D" w:rsidR="00E363B0" w:rsidRDefault="00E363B0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sdt>
      <w:sdtPr>
        <w:rPr>
          <w:rFonts w:ascii="Arial" w:hAnsi="Arial"/>
          <w:sz w:val="18"/>
          <w:szCs w:val="18"/>
        </w:rPr>
        <w:id w:val="70935121"/>
        <w:lock w:val="sdtContentLocked"/>
        <w:placeholder>
          <w:docPart w:val="DefaultPlaceholder_-1854013440"/>
        </w:placeholder>
      </w:sdtPr>
      <w:sdtEndPr/>
      <w:sdtContent>
        <w:p w14:paraId="5589A466" w14:textId="71FC9640" w:rsidR="00E363B0" w:rsidRPr="00E363B0" w:rsidRDefault="00BE30A1" w:rsidP="00516A12">
          <w:pPr>
            <w:pBdr>
              <w:left w:val="single" w:sz="4" w:space="4" w:color="auto"/>
              <w:bottom w:val="single" w:sz="4" w:space="1" w:color="auto"/>
            </w:pBdr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f</w:t>
          </w:r>
          <w:r w:rsidR="00E363B0" w:rsidRPr="00E363B0">
            <w:rPr>
              <w:rFonts w:ascii="Arial" w:hAnsi="Arial"/>
              <w:sz w:val="18"/>
              <w:szCs w:val="18"/>
            </w:rPr>
            <w:t>) Wie erfolgte die Umsetzung des (regionalen) Übergangsmanagements?</w:t>
          </w:r>
        </w:p>
      </w:sdtContent>
    </w:sdt>
    <w:p w14:paraId="2752B7B8" w14:textId="2B5ED421" w:rsidR="00E363B0" w:rsidRDefault="00E363B0" w:rsidP="00516A12">
      <w:pPr>
        <w:pBdr>
          <w:left w:val="single" w:sz="4" w:space="4" w:color="auto"/>
          <w:bottom w:val="single" w:sz="4" w:space="1" w:color="auto"/>
        </w:pBdr>
      </w:pPr>
    </w:p>
    <w:p w14:paraId="4D2BB2D0" w14:textId="7F18E098" w:rsidR="00E363B0" w:rsidRDefault="00E363B0" w:rsidP="00E363B0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6FFCB7FF" w14:textId="77777777" w:rsidR="00E363B0" w:rsidRDefault="00E363B0" w:rsidP="00516A12">
      <w:pPr>
        <w:pBdr>
          <w:left w:val="single" w:sz="4" w:space="4" w:color="auto"/>
          <w:bottom w:val="single" w:sz="4" w:space="1" w:color="auto"/>
        </w:pBdr>
      </w:pPr>
    </w:p>
    <w:p w14:paraId="7D2D62DA" w14:textId="51364D6A" w:rsidR="00E363B0" w:rsidRPr="00E363B0" w:rsidRDefault="00E363B0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sdt>
      <w:sdtPr>
        <w:rPr>
          <w:rFonts w:ascii="Arial" w:hAnsi="Arial"/>
          <w:sz w:val="18"/>
          <w:szCs w:val="18"/>
        </w:rPr>
        <w:id w:val="1646006648"/>
        <w:lock w:val="sdtContentLocked"/>
        <w:placeholder>
          <w:docPart w:val="DefaultPlaceholder_-1854013440"/>
        </w:placeholder>
      </w:sdtPr>
      <w:sdtEndPr/>
      <w:sdtContent>
        <w:p w14:paraId="22742286" w14:textId="0FEDCE40" w:rsidR="00E363B0" w:rsidRPr="00E363B0" w:rsidRDefault="00BE30A1" w:rsidP="00516A12">
          <w:pPr>
            <w:pBdr>
              <w:left w:val="single" w:sz="4" w:space="4" w:color="auto"/>
              <w:bottom w:val="single" w:sz="4" w:space="1" w:color="auto"/>
            </w:pBdr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g</w:t>
          </w:r>
          <w:r w:rsidR="00E363B0" w:rsidRPr="00E363B0">
            <w:rPr>
              <w:rFonts w:ascii="Arial" w:hAnsi="Arial"/>
              <w:sz w:val="18"/>
              <w:szCs w:val="18"/>
            </w:rPr>
            <w:t>) Inwiefern erfolgte eine Kooperation</w:t>
          </w:r>
          <w:r w:rsidR="005A531D">
            <w:rPr>
              <w:rFonts w:ascii="Arial" w:hAnsi="Arial"/>
              <w:sz w:val="18"/>
              <w:szCs w:val="18"/>
            </w:rPr>
            <w:t xml:space="preserve"> (Vernetzung)</w:t>
          </w:r>
          <w:r w:rsidR="00E363B0" w:rsidRPr="00E363B0">
            <w:rPr>
              <w:rFonts w:ascii="Arial" w:hAnsi="Arial"/>
              <w:sz w:val="18"/>
              <w:szCs w:val="18"/>
            </w:rPr>
            <w:t xml:space="preserve"> mit weiteren relevanten Akteuren? Mit welchen (neuen) Akteuren wurde eine Kooperation eingegangen?</w:t>
          </w:r>
        </w:p>
      </w:sdtContent>
    </w:sdt>
    <w:p w14:paraId="012CCE12" w14:textId="77777777" w:rsidR="00E363B0" w:rsidRDefault="00E363B0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2077B519" w14:textId="0B35A974" w:rsidR="00E363B0" w:rsidRDefault="00E363B0" w:rsidP="00E363B0">
      <w:pPr>
        <w:pBdr>
          <w:left w:val="single" w:sz="4" w:space="4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D54DB0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54DB0">
        <w:rPr>
          <w:rFonts w:ascii="Arial" w:hAnsi="Arial"/>
          <w:b/>
          <w:sz w:val="22"/>
          <w:szCs w:val="22"/>
        </w:rPr>
        <w:instrText xml:space="preserve"> FORMTEXT </w:instrText>
      </w:r>
      <w:r w:rsidRPr="00D54DB0">
        <w:rPr>
          <w:rFonts w:ascii="Arial" w:hAnsi="Arial"/>
          <w:b/>
          <w:sz w:val="22"/>
          <w:szCs w:val="22"/>
        </w:rPr>
      </w:r>
      <w:r w:rsidRPr="00D54DB0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D54DB0">
        <w:rPr>
          <w:rFonts w:ascii="Arial" w:hAnsi="Arial"/>
          <w:b/>
          <w:sz w:val="22"/>
          <w:szCs w:val="22"/>
        </w:rPr>
        <w:fldChar w:fldCharType="end"/>
      </w:r>
    </w:p>
    <w:p w14:paraId="1F335D58" w14:textId="77777777" w:rsidR="00971827" w:rsidRDefault="00971827" w:rsidP="00516A12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66A0D84E" w14:textId="77777777" w:rsidR="00516A12" w:rsidRDefault="00516A12">
      <w:pPr>
        <w:pStyle w:val="Textkrper"/>
        <w:pBdr>
          <w:left w:val="none" w:sz="0" w:space="0" w:color="auto"/>
          <w:bottom w:val="none" w:sz="0" w:space="0" w:color="auto"/>
        </w:pBdr>
        <w:ind w:hanging="426"/>
      </w:pPr>
    </w:p>
    <w:p w14:paraId="439720BF" w14:textId="77777777" w:rsidR="00791786" w:rsidRDefault="00791786" w:rsidP="00791786">
      <w:pPr>
        <w:pStyle w:val="Textkrper"/>
        <w:pBdr>
          <w:left w:val="none" w:sz="0" w:space="0" w:color="auto"/>
          <w:bottom w:val="none" w:sz="0" w:space="0" w:color="auto"/>
        </w:pBdr>
      </w:pPr>
    </w:p>
    <w:sdt>
      <w:sdtPr>
        <w:id w:val="-1682510914"/>
        <w:lock w:val="sdtContentLocked"/>
        <w:placeholder>
          <w:docPart w:val="DefaultPlaceholder_-1854013440"/>
        </w:placeholder>
      </w:sdtPr>
      <w:sdtEndPr/>
      <w:sdtContent>
        <w:p w14:paraId="17D01542" w14:textId="41EA2006" w:rsidR="007143F3" w:rsidRDefault="007143F3" w:rsidP="009B4965">
          <w:pPr>
            <w:pStyle w:val="berschrift2"/>
            <w:numPr>
              <w:ilvl w:val="0"/>
              <w:numId w:val="6"/>
            </w:numPr>
          </w:pPr>
          <w:r>
            <w:t>Zielerreichung</w:t>
          </w:r>
        </w:p>
      </w:sdtContent>
    </w:sdt>
    <w:p w14:paraId="24CC3E99" w14:textId="77777777" w:rsidR="007143F3" w:rsidRDefault="007143F3" w:rsidP="007143F3">
      <w:pPr>
        <w:pStyle w:val="Textkrper"/>
        <w:pBdr>
          <w:left w:val="none" w:sz="0" w:space="0" w:color="auto"/>
          <w:bottom w:val="none" w:sz="0" w:space="0" w:color="auto"/>
        </w:pBdr>
        <w:ind w:left="-66"/>
      </w:pPr>
    </w:p>
    <w:sdt>
      <w:sdtPr>
        <w:rPr>
          <w:b w:val="0"/>
          <w:sz w:val="18"/>
          <w:szCs w:val="18"/>
        </w:rPr>
        <w:id w:val="-299696250"/>
        <w:lock w:val="sdtContentLocked"/>
        <w:placeholder>
          <w:docPart w:val="DefaultPlaceholder_-1854013440"/>
        </w:placeholder>
      </w:sdtPr>
      <w:sdtEndPr/>
      <w:sdtContent>
        <w:p w14:paraId="4A8A4135" w14:textId="1DDE5FE6" w:rsidR="00791786" w:rsidRPr="000C026E" w:rsidRDefault="008436EE" w:rsidP="00791786">
          <w:pPr>
            <w:pStyle w:val="berschrift3"/>
            <w:pBdr>
              <w:left w:val="single" w:sz="4" w:space="3" w:color="auto"/>
            </w:pBdr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a) </w:t>
          </w:r>
          <w:r w:rsidR="000E60AC" w:rsidRPr="000E60AC">
            <w:rPr>
              <w:b w:val="0"/>
              <w:sz w:val="18"/>
              <w:szCs w:val="18"/>
            </w:rPr>
            <w:t xml:space="preserve">Inwiefern konnten die für die Erstorientierungskurse verbindlichen </w:t>
          </w:r>
          <w:r w:rsidR="009D7DC2">
            <w:rPr>
              <w:b w:val="0"/>
              <w:sz w:val="18"/>
              <w:szCs w:val="18"/>
            </w:rPr>
            <w:t>Ziele</w:t>
          </w:r>
          <w:r w:rsidR="000E60AC" w:rsidRPr="000E60AC">
            <w:rPr>
              <w:b w:val="0"/>
              <w:sz w:val="18"/>
              <w:szCs w:val="18"/>
            </w:rPr>
            <w:t xml:space="preserve"> (siehe Punkt 1 bzw. Zuwendungsbescheid) erreicht werden? Nutzen Sie als zentralen Indikator die Ergebnisse der Lernziel-Checks.</w:t>
          </w:r>
        </w:p>
      </w:sdtContent>
    </w:sdt>
    <w:p w14:paraId="34F46EFD" w14:textId="77777777" w:rsidR="008436EE" w:rsidRPr="000C026E" w:rsidRDefault="00791786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  <w:r w:rsidRPr="000C026E">
        <w:rPr>
          <w:rFonts w:ascii="Arial" w:hAnsi="Arial"/>
          <w:b/>
          <w:sz w:val="18"/>
          <w:szCs w:val="18"/>
        </w:rPr>
        <w:t xml:space="preserve"> </w:t>
      </w:r>
    </w:p>
    <w:p w14:paraId="2052A67F" w14:textId="6CBDE096" w:rsidR="008436EE" w:rsidRPr="00E11573" w:rsidRDefault="008436EE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E11573">
        <w:rPr>
          <w:rFonts w:ascii="Arial" w:hAnsi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11573">
        <w:rPr>
          <w:rFonts w:ascii="Arial" w:hAnsi="Arial"/>
          <w:b/>
          <w:sz w:val="22"/>
          <w:szCs w:val="22"/>
        </w:rPr>
        <w:instrText xml:space="preserve"> FORMTEXT </w:instrText>
      </w:r>
      <w:r w:rsidRPr="00E11573">
        <w:rPr>
          <w:rFonts w:ascii="Arial" w:hAnsi="Arial"/>
          <w:b/>
          <w:sz w:val="22"/>
          <w:szCs w:val="22"/>
        </w:rPr>
      </w:r>
      <w:r w:rsidRPr="00E11573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E11573">
        <w:rPr>
          <w:rFonts w:ascii="Arial" w:hAnsi="Arial"/>
          <w:b/>
          <w:sz w:val="22"/>
          <w:szCs w:val="22"/>
        </w:rPr>
        <w:fldChar w:fldCharType="end"/>
      </w:r>
    </w:p>
    <w:p w14:paraId="1DCA0DA9" w14:textId="77777777" w:rsidR="008436EE" w:rsidRPr="000C026E" w:rsidRDefault="008436EE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sdt>
      <w:sdtPr>
        <w:rPr>
          <w:b w:val="0"/>
          <w:sz w:val="18"/>
          <w:szCs w:val="18"/>
        </w:rPr>
        <w:id w:val="-2076729819"/>
        <w:lock w:val="sdtContentLocked"/>
        <w:placeholder>
          <w:docPart w:val="DefaultPlaceholder_-1854013440"/>
        </w:placeholder>
      </w:sdtPr>
      <w:sdtEndPr/>
      <w:sdtContent>
        <w:p w14:paraId="628C583D" w14:textId="4561558F" w:rsidR="008436EE" w:rsidRPr="00C922AA" w:rsidRDefault="00D54DB0" w:rsidP="000E60AC">
          <w:pPr>
            <w:pStyle w:val="berschrift3"/>
            <w:pBdr>
              <w:left w:val="single" w:sz="4" w:space="3" w:color="auto"/>
            </w:pBdr>
            <w:rPr>
              <w:b w:val="0"/>
              <w:sz w:val="18"/>
              <w:szCs w:val="18"/>
            </w:rPr>
          </w:pPr>
          <w:r>
            <w:rPr>
              <w:b w:val="0"/>
              <w:sz w:val="18"/>
              <w:szCs w:val="18"/>
            </w:rPr>
            <w:t>b</w:t>
          </w:r>
          <w:r w:rsidR="008436EE" w:rsidRPr="000C026E">
            <w:rPr>
              <w:b w:val="0"/>
              <w:sz w:val="18"/>
              <w:szCs w:val="18"/>
            </w:rPr>
            <w:t xml:space="preserve">) </w:t>
          </w:r>
          <w:r w:rsidR="000E60AC" w:rsidRPr="000E60AC">
            <w:rPr>
              <w:b w:val="0"/>
              <w:sz w:val="18"/>
              <w:szCs w:val="18"/>
            </w:rPr>
            <w:t xml:space="preserve">Inwiefern konnten die ggf. unter 1. angegebenen weiteren </w:t>
          </w:r>
          <w:r w:rsidR="009D7DC2">
            <w:rPr>
              <w:b w:val="0"/>
              <w:sz w:val="18"/>
              <w:szCs w:val="18"/>
            </w:rPr>
            <w:t>Teilziele</w:t>
          </w:r>
          <w:r w:rsidR="000E60AC">
            <w:rPr>
              <w:b w:val="0"/>
              <w:sz w:val="18"/>
              <w:szCs w:val="18"/>
            </w:rPr>
            <w:t xml:space="preserve"> </w:t>
          </w:r>
          <w:r w:rsidR="000E60AC" w:rsidRPr="000E60AC">
            <w:rPr>
              <w:b w:val="0"/>
              <w:sz w:val="18"/>
              <w:szCs w:val="18"/>
            </w:rPr>
            <w:t>erreicht werden?</w:t>
          </w:r>
        </w:p>
      </w:sdtContent>
    </w:sdt>
    <w:p w14:paraId="3D21FEB1" w14:textId="77777777" w:rsidR="00202F8F" w:rsidRPr="000C026E" w:rsidRDefault="00202F8F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18"/>
          <w:szCs w:val="18"/>
        </w:rPr>
      </w:pPr>
    </w:p>
    <w:p w14:paraId="5C34A0AB" w14:textId="69E9786D" w:rsidR="00791786" w:rsidRDefault="008436EE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  <w:r w:rsidRPr="00E11573">
        <w:rPr>
          <w:rFonts w:ascii="Arial" w:hAnsi="Arial"/>
          <w:b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E11573">
        <w:rPr>
          <w:rFonts w:ascii="Arial" w:hAnsi="Arial"/>
          <w:b/>
          <w:sz w:val="22"/>
          <w:szCs w:val="22"/>
        </w:rPr>
        <w:instrText xml:space="preserve"> FORMTEXT </w:instrText>
      </w:r>
      <w:r w:rsidRPr="00E11573">
        <w:rPr>
          <w:rFonts w:ascii="Arial" w:hAnsi="Arial"/>
          <w:b/>
          <w:sz w:val="22"/>
          <w:szCs w:val="22"/>
        </w:rPr>
      </w:r>
      <w:r w:rsidRPr="00E11573">
        <w:rPr>
          <w:rFonts w:ascii="Arial" w:hAnsi="Arial"/>
          <w:b/>
          <w:sz w:val="22"/>
          <w:szCs w:val="22"/>
        </w:rPr>
        <w:fldChar w:fldCharType="separate"/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="00CD72A3">
        <w:rPr>
          <w:rFonts w:ascii="Arial" w:hAnsi="Arial"/>
          <w:b/>
          <w:noProof/>
          <w:sz w:val="22"/>
          <w:szCs w:val="22"/>
        </w:rPr>
        <w:t> </w:t>
      </w:r>
      <w:r w:rsidRPr="00E11573">
        <w:rPr>
          <w:rFonts w:ascii="Arial" w:hAnsi="Arial"/>
          <w:b/>
          <w:sz w:val="22"/>
          <w:szCs w:val="22"/>
        </w:rPr>
        <w:fldChar w:fldCharType="end"/>
      </w:r>
    </w:p>
    <w:p w14:paraId="6A04AE30" w14:textId="77777777" w:rsidR="003773D5" w:rsidRPr="003C65CA" w:rsidRDefault="003773D5" w:rsidP="00791786">
      <w:pPr>
        <w:pBdr>
          <w:left w:val="single" w:sz="4" w:space="3" w:color="auto"/>
          <w:bottom w:val="single" w:sz="4" w:space="1" w:color="auto"/>
        </w:pBdr>
        <w:rPr>
          <w:rFonts w:ascii="Arial" w:hAnsi="Arial"/>
          <w:b/>
          <w:sz w:val="22"/>
          <w:szCs w:val="22"/>
        </w:rPr>
      </w:pPr>
    </w:p>
    <w:p w14:paraId="11207218" w14:textId="77777777" w:rsidR="009B4965" w:rsidRDefault="009B4965" w:rsidP="009B4965">
      <w:pPr>
        <w:pStyle w:val="berschrift2"/>
      </w:pPr>
    </w:p>
    <w:p w14:paraId="24C5B778" w14:textId="77777777" w:rsidR="000B2A05" w:rsidRPr="000B2A05" w:rsidRDefault="000B2A05" w:rsidP="000B2A05"/>
    <w:sdt>
      <w:sdtPr>
        <w:id w:val="-1095159504"/>
        <w:lock w:val="sdtContentLocked"/>
        <w:placeholder>
          <w:docPart w:val="DefaultPlaceholder_-1854013440"/>
        </w:placeholder>
      </w:sdtPr>
      <w:sdtEndPr/>
      <w:sdtContent>
        <w:p w14:paraId="501C4BA3" w14:textId="364A66FA" w:rsidR="008436EE" w:rsidRDefault="008436EE" w:rsidP="009B4965">
          <w:pPr>
            <w:pStyle w:val="berschrift2"/>
            <w:numPr>
              <w:ilvl w:val="0"/>
              <w:numId w:val="6"/>
            </w:numPr>
          </w:pPr>
          <w:r>
            <w:t xml:space="preserve">Erläuterungen zu den wichtigsten Positionen im zahlenmäßigen Nachweis </w:t>
          </w:r>
        </w:p>
        <w:p w14:paraId="688E8C45" w14:textId="2D65D288" w:rsidR="008436EE" w:rsidRDefault="008436EE" w:rsidP="00565215">
          <w:pPr>
            <w:pStyle w:val="berschrift3"/>
            <w:pBdr>
              <w:left w:val="none" w:sz="0" w:space="0" w:color="auto"/>
              <w:bottom w:val="none" w:sz="0" w:space="0" w:color="auto"/>
            </w:pBdr>
            <w:ind w:left="-425"/>
          </w:pPr>
          <w:r>
            <w:t xml:space="preserve">    </w:t>
          </w:r>
          <w:r w:rsidR="00565215">
            <w:t xml:space="preserve">  </w:t>
          </w:r>
          <w:r>
            <w:t>(Nr. 6.2.1 Satz 2 ANBest-P bzw. ANBest-Gk)</w:t>
          </w:r>
        </w:p>
      </w:sdtContent>
    </w:sdt>
    <w:p w14:paraId="3FA82E06" w14:textId="77777777" w:rsidR="000D41FB" w:rsidRPr="000D41FB" w:rsidRDefault="000D41FB" w:rsidP="000D41FB"/>
    <w:p w14:paraId="31FA78CB" w14:textId="77777777" w:rsidR="008436E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6"/>
        </w:rPr>
      </w:pPr>
    </w:p>
    <w:sdt>
      <w:sdtPr>
        <w:rPr>
          <w:b w:val="0"/>
          <w:sz w:val="18"/>
          <w:szCs w:val="18"/>
        </w:rPr>
        <w:id w:val="1363635377"/>
        <w:lock w:val="sdtContentLocked"/>
        <w:placeholder>
          <w:docPart w:val="DefaultPlaceholder_-1854013440"/>
        </w:placeholder>
      </w:sdtPr>
      <w:sdtEndPr/>
      <w:sdtContent>
        <w:p w14:paraId="70F8CAB3" w14:textId="28538F0F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>a) Personalausgaben</w:t>
          </w:r>
        </w:p>
      </w:sdtContent>
    </w:sdt>
    <w:p w14:paraId="138535C2" w14:textId="77777777" w:rsidR="007B5AD8" w:rsidRDefault="007B5AD8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786C0959" w14:textId="5C5E8E65" w:rsidR="00565215" w:rsidRDefault="0056521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63AF8C2C" w14:textId="77777777" w:rsidR="00565215" w:rsidRDefault="0056521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0517B5EA" w14:textId="2BA48B20" w:rsidR="00930C3C" w:rsidRDefault="009276FC" w:rsidP="00930C3C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  <w:sdt>
        <w:sdtPr>
          <w:rPr>
            <w:rFonts w:ascii="Arial" w:hAnsi="Arial"/>
            <w:sz w:val="18"/>
            <w:szCs w:val="18"/>
          </w:rPr>
          <w:id w:val="292179484"/>
          <w:lock w:val="sdtContentLocked"/>
          <w:placeholder>
            <w:docPart w:val="DefaultPlaceholder_-1854013440"/>
          </w:placeholder>
        </w:sdtPr>
        <w:sdtEndPr/>
        <w:sdtContent>
          <w:r w:rsidR="00565215">
            <w:rPr>
              <w:rFonts w:ascii="Arial" w:hAnsi="Arial"/>
              <w:sz w:val="18"/>
              <w:szCs w:val="18"/>
            </w:rPr>
            <w:t>Anzahl</w:t>
          </w:r>
          <w:r w:rsidR="007B5AD8">
            <w:rPr>
              <w:rFonts w:ascii="Arial" w:hAnsi="Arial"/>
              <w:sz w:val="18"/>
              <w:szCs w:val="18"/>
            </w:rPr>
            <w:t xml:space="preserve"> VZÄ Koordinierung</w:t>
          </w:r>
          <w:r w:rsidR="00930C3C">
            <w:rPr>
              <w:rFonts w:ascii="Arial" w:hAnsi="Arial"/>
              <w:sz w:val="18"/>
              <w:szCs w:val="18"/>
            </w:rPr>
            <w:t xml:space="preserve"> (SOLL)</w:t>
          </w:r>
          <w:r w:rsidR="00565215">
            <w:rPr>
              <w:rFonts w:ascii="Arial" w:hAnsi="Arial"/>
              <w:sz w:val="18"/>
              <w:szCs w:val="18"/>
            </w:rPr>
            <w:t>:</w:t>
          </w:r>
        </w:sdtContent>
      </w:sdt>
      <w:r w:rsidR="00565215">
        <w:rPr>
          <w:rFonts w:ascii="Arial" w:hAnsi="Arial"/>
          <w:sz w:val="18"/>
          <w:szCs w:val="18"/>
        </w:rPr>
        <w:t xml:space="preserve">  </w:t>
      </w:r>
      <w:r w:rsidR="00565215">
        <w:rPr>
          <w:rFonts w:ascii="Arial" w:hAnsi="Arial"/>
          <w:sz w:val="18"/>
          <w:szCs w:val="18"/>
        </w:rPr>
        <w:tab/>
      </w:r>
      <w:r w:rsidR="00930C3C">
        <w:rPr>
          <w:rFonts w:ascii="Arial" w:hAnsi="Arial"/>
          <w:sz w:val="22"/>
          <w:szCs w:val="22"/>
        </w:rPr>
        <w:t xml:space="preserve"> </w:t>
      </w:r>
      <w:r w:rsidR="00D1725E">
        <w:rPr>
          <w:rFonts w:ascii="Arial" w:hAnsi="Arial"/>
          <w:sz w:val="22"/>
          <w:szCs w:val="22"/>
        </w:rPr>
        <w:tab/>
      </w:r>
      <w:r w:rsidR="00930C3C">
        <w:rPr>
          <w:rFonts w:ascii="Arial" w:hAnsi="Arial"/>
          <w:sz w:val="22"/>
          <w:szCs w:val="22"/>
        </w:rPr>
        <w:t xml:space="preserve"> </w:t>
      </w:r>
      <w:sdt>
        <w:sdtPr>
          <w:rPr>
            <w:rFonts w:ascii="Arial" w:hAnsi="Arial"/>
            <w:sz w:val="22"/>
            <w:szCs w:val="22"/>
          </w:rPr>
          <w:id w:val="1996380274"/>
          <w:lock w:val="sdtContentLocked"/>
          <w:placeholder>
            <w:docPart w:val="DefaultPlaceholder_-1854013440"/>
          </w:placeholder>
        </w:sdtPr>
        <w:sdtEndPr>
          <w:rPr>
            <w:sz w:val="18"/>
            <w:szCs w:val="18"/>
          </w:rPr>
        </w:sdtEndPr>
        <w:sdtContent>
          <w:r w:rsidR="00930C3C">
            <w:rPr>
              <w:rFonts w:ascii="Arial" w:hAnsi="Arial"/>
              <w:sz w:val="18"/>
              <w:szCs w:val="18"/>
            </w:rPr>
            <w:t>Anzahl VZÄ Koordinierung (IST):</w:t>
          </w:r>
        </w:sdtContent>
      </w:sdt>
      <w:r w:rsidR="00930C3C">
        <w:rPr>
          <w:rFonts w:ascii="Arial" w:hAnsi="Arial"/>
          <w:sz w:val="18"/>
          <w:szCs w:val="18"/>
        </w:rPr>
        <w:t xml:space="preserve">  </w:t>
      </w:r>
      <w:r w:rsidR="00930C3C">
        <w:rPr>
          <w:rFonts w:ascii="Arial" w:hAnsi="Arial"/>
          <w:sz w:val="18"/>
          <w:szCs w:val="18"/>
        </w:rPr>
        <w:tab/>
      </w:r>
    </w:p>
    <w:p w14:paraId="2A63C499" w14:textId="026E3F90" w:rsidR="007B5AD8" w:rsidRDefault="009276FC" w:rsidP="0056521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  <w:sdt>
        <w:sdtPr>
          <w:rPr>
            <w:rFonts w:ascii="Arial" w:hAnsi="Arial"/>
            <w:sz w:val="18"/>
            <w:szCs w:val="18"/>
          </w:rPr>
          <w:id w:val="-1447610650"/>
          <w:lock w:val="sdtContentLocked"/>
          <w:placeholder>
            <w:docPart w:val="DefaultPlaceholder_-1854013440"/>
          </w:placeholder>
        </w:sdtPr>
        <w:sdtEndPr/>
        <w:sdtContent>
          <w:r w:rsidR="00930C3C">
            <w:rPr>
              <w:rFonts w:ascii="Arial" w:hAnsi="Arial"/>
              <w:sz w:val="18"/>
              <w:szCs w:val="18"/>
            </w:rPr>
            <w:t>Anzahl VZÄ Administration (SOLL):</w:t>
          </w:r>
        </w:sdtContent>
      </w:sdt>
      <w:r w:rsidR="00930C3C">
        <w:rPr>
          <w:rFonts w:ascii="Arial" w:hAnsi="Arial"/>
          <w:sz w:val="18"/>
          <w:szCs w:val="18"/>
        </w:rPr>
        <w:tab/>
        <w:t xml:space="preserve">                             </w:t>
      </w:r>
      <w:sdt>
        <w:sdtPr>
          <w:rPr>
            <w:rFonts w:ascii="Arial" w:hAnsi="Arial"/>
            <w:sz w:val="18"/>
            <w:szCs w:val="18"/>
          </w:rPr>
          <w:id w:val="-1257130804"/>
          <w:lock w:val="sdtContentLocked"/>
          <w:placeholder>
            <w:docPart w:val="DefaultPlaceholder_-1854013440"/>
          </w:placeholder>
        </w:sdtPr>
        <w:sdtEndPr/>
        <w:sdtContent>
          <w:r w:rsidR="00565215">
            <w:rPr>
              <w:rFonts w:ascii="Arial" w:hAnsi="Arial"/>
              <w:sz w:val="18"/>
              <w:szCs w:val="18"/>
            </w:rPr>
            <w:t xml:space="preserve">Anzahl </w:t>
          </w:r>
          <w:r w:rsidR="007B5AD8">
            <w:rPr>
              <w:rFonts w:ascii="Arial" w:hAnsi="Arial"/>
              <w:sz w:val="18"/>
              <w:szCs w:val="18"/>
            </w:rPr>
            <w:t>VZÄ Administration</w:t>
          </w:r>
          <w:r w:rsidR="00930C3C">
            <w:rPr>
              <w:rFonts w:ascii="Arial" w:hAnsi="Arial"/>
              <w:sz w:val="18"/>
              <w:szCs w:val="18"/>
            </w:rPr>
            <w:t xml:space="preserve"> (IST)</w:t>
          </w:r>
          <w:r w:rsidR="00565215">
            <w:rPr>
              <w:rFonts w:ascii="Arial" w:hAnsi="Arial"/>
              <w:sz w:val="18"/>
              <w:szCs w:val="18"/>
            </w:rPr>
            <w:t>:</w:t>
          </w:r>
        </w:sdtContent>
      </w:sdt>
      <w:r w:rsidR="00565215" w:rsidRPr="00565215">
        <w:rPr>
          <w:rFonts w:ascii="Arial" w:hAnsi="Arial"/>
          <w:sz w:val="22"/>
          <w:szCs w:val="22"/>
        </w:rPr>
        <w:t xml:space="preserve"> </w:t>
      </w:r>
      <w:r w:rsidR="00565215">
        <w:rPr>
          <w:rFonts w:ascii="Arial" w:hAnsi="Arial"/>
          <w:sz w:val="22"/>
          <w:szCs w:val="22"/>
        </w:rPr>
        <w:tab/>
      </w:r>
    </w:p>
    <w:p w14:paraId="5079E77D" w14:textId="77777777" w:rsidR="00565215" w:rsidRDefault="00565215" w:rsidP="0056521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6FB2924E" w14:textId="77777777" w:rsidR="007B5AD8" w:rsidRPr="000C026E" w:rsidRDefault="007B5AD8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sdt>
      <w:sdtPr>
        <w:rPr>
          <w:b w:val="0"/>
          <w:sz w:val="18"/>
          <w:szCs w:val="18"/>
        </w:rPr>
        <w:id w:val="2037686282"/>
        <w:lock w:val="sdtContentLocked"/>
        <w:placeholder>
          <w:docPart w:val="DefaultPlaceholder_-1854013440"/>
        </w:placeholder>
      </w:sdtPr>
      <w:sdtEndPr/>
      <w:sdtContent>
        <w:p w14:paraId="30A3A9C1" w14:textId="102A2AD7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>b) Sächliche Verwaltungsausgaben (einschl. Maßnahmekosten)</w:t>
          </w:r>
        </w:p>
      </w:sdtContent>
    </w:sdt>
    <w:p w14:paraId="11B42EDA" w14:textId="77777777" w:rsidR="000B2A05" w:rsidRDefault="000B2A0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48761D96" w14:textId="64B2C6F6" w:rsidR="008436EE" w:rsidRPr="000B2A05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7659ECC3" w14:textId="77777777" w:rsidR="008436EE" w:rsidRPr="000C026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sdt>
      <w:sdtPr>
        <w:rPr>
          <w:b w:val="0"/>
          <w:sz w:val="18"/>
          <w:szCs w:val="18"/>
        </w:rPr>
        <w:id w:val="-11155998"/>
        <w:lock w:val="sdtContentLocked"/>
        <w:placeholder>
          <w:docPart w:val="DefaultPlaceholder_-1854013440"/>
        </w:placeholder>
      </w:sdtPr>
      <w:sdtEndPr/>
      <w:sdtContent>
        <w:p w14:paraId="72DCFCE8" w14:textId="7A7F45F1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>c) Investitionsausgaben</w:t>
          </w:r>
        </w:p>
      </w:sdtContent>
    </w:sdt>
    <w:p w14:paraId="22DF4B17" w14:textId="77777777" w:rsidR="000B2A05" w:rsidRDefault="000B2A0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6B50801A" w14:textId="2768EAEE" w:rsidR="008436EE" w:rsidRPr="000B2A05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0A4F61FB" w14:textId="77777777" w:rsidR="008436EE" w:rsidRPr="000C026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sdt>
      <w:sdtPr>
        <w:rPr>
          <w:b w:val="0"/>
          <w:sz w:val="18"/>
          <w:szCs w:val="18"/>
        </w:rPr>
        <w:id w:val="-1517841841"/>
        <w:lock w:val="sdtContentLocked"/>
        <w:placeholder>
          <w:docPart w:val="DefaultPlaceholder_-1854013440"/>
        </w:placeholder>
      </w:sdtPr>
      <w:sdtEndPr/>
      <w:sdtContent>
        <w:p w14:paraId="226E8977" w14:textId="15CF74E5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>d) Eigen- und Drittmittel</w:t>
          </w:r>
        </w:p>
      </w:sdtContent>
    </w:sdt>
    <w:p w14:paraId="059C6550" w14:textId="77777777" w:rsidR="000B2A05" w:rsidRDefault="000B2A0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5BE761B0" w14:textId="2B132DEA" w:rsidR="008436EE" w:rsidRPr="000B2A05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569B7C8C" w14:textId="77777777" w:rsidR="008436E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</w:rPr>
      </w:pPr>
    </w:p>
    <w:p w14:paraId="68AFDBA0" w14:textId="3D896A15" w:rsidR="0032771F" w:rsidRDefault="0032771F" w:rsidP="0032771F"/>
    <w:p w14:paraId="3110B05D" w14:textId="684AB08E" w:rsidR="0032771F" w:rsidRDefault="0032771F" w:rsidP="0032771F"/>
    <w:p w14:paraId="14643073" w14:textId="77777777" w:rsidR="0032771F" w:rsidRPr="0032771F" w:rsidRDefault="0032771F" w:rsidP="0032771F"/>
    <w:sdt>
      <w:sdtPr>
        <w:id w:val="-1506197654"/>
        <w:lock w:val="sdtContentLocked"/>
        <w:placeholder>
          <w:docPart w:val="DefaultPlaceholder_-1854013440"/>
        </w:placeholder>
      </w:sdtPr>
      <w:sdtEndPr/>
      <w:sdtContent>
        <w:p w14:paraId="493C93B3" w14:textId="5F1F6972" w:rsidR="008436EE" w:rsidRDefault="008436EE" w:rsidP="009B4965">
          <w:pPr>
            <w:pStyle w:val="berschrift2"/>
            <w:numPr>
              <w:ilvl w:val="0"/>
              <w:numId w:val="6"/>
            </w:numPr>
          </w:pPr>
          <w:r>
            <w:t xml:space="preserve">Erläuterungen der Notwendigkeit und Angemessenheit der geleisteten Arbeit </w:t>
          </w:r>
        </w:p>
        <w:p w14:paraId="33FB251A" w14:textId="294BE1BA" w:rsidR="008436EE" w:rsidRDefault="008436EE">
          <w:pPr>
            <w:pStyle w:val="berschrift3"/>
            <w:pBdr>
              <w:left w:val="none" w:sz="0" w:space="0" w:color="auto"/>
              <w:bottom w:val="none" w:sz="0" w:space="0" w:color="auto"/>
            </w:pBdr>
            <w:ind w:left="-142" w:hanging="284"/>
          </w:pPr>
          <w:r>
            <w:t xml:space="preserve">    (Nr. 6.2.1 Satz 3 ANBest-P bzw. ANBest-Gk)</w:t>
          </w:r>
        </w:p>
      </w:sdtContent>
    </w:sdt>
    <w:p w14:paraId="44CB1F93" w14:textId="77777777" w:rsidR="000D41FB" w:rsidRPr="000D41FB" w:rsidRDefault="000D41FB" w:rsidP="000D41FB"/>
    <w:p w14:paraId="3F872F08" w14:textId="77777777" w:rsidR="008436E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6"/>
        </w:rPr>
      </w:pPr>
    </w:p>
    <w:sdt>
      <w:sdtPr>
        <w:rPr>
          <w:b w:val="0"/>
          <w:sz w:val="18"/>
          <w:szCs w:val="18"/>
        </w:rPr>
        <w:id w:val="2137527108"/>
        <w:lock w:val="sdtContentLocked"/>
        <w:placeholder>
          <w:docPart w:val="DefaultPlaceholder_-1854013440"/>
        </w:placeholder>
      </w:sdtPr>
      <w:sdtEndPr/>
      <w:sdtContent>
        <w:p w14:paraId="40241D93" w14:textId="5096AE95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a) </w:t>
          </w:r>
          <w:r w:rsidR="00033592">
            <w:rPr>
              <w:b w:val="0"/>
              <w:sz w:val="18"/>
              <w:szCs w:val="18"/>
            </w:rPr>
            <w:t>Bitte erläutern Sie die</w:t>
          </w:r>
          <w:r w:rsidR="00033592" w:rsidRPr="000C026E">
            <w:rPr>
              <w:b w:val="0"/>
              <w:sz w:val="18"/>
              <w:szCs w:val="18"/>
            </w:rPr>
            <w:t xml:space="preserve"> </w:t>
          </w:r>
          <w:r w:rsidRPr="000C026E">
            <w:rPr>
              <w:b w:val="0"/>
              <w:sz w:val="18"/>
              <w:szCs w:val="18"/>
              <w:u w:val="single"/>
            </w:rPr>
            <w:t>Notwendigkeit</w:t>
          </w:r>
          <w:r w:rsidRPr="000C026E">
            <w:rPr>
              <w:b w:val="0"/>
              <w:sz w:val="18"/>
              <w:szCs w:val="18"/>
            </w:rPr>
            <w:t xml:space="preserve"> der geleisteten Arbeit</w:t>
          </w:r>
        </w:p>
      </w:sdtContent>
    </w:sdt>
    <w:p w14:paraId="448F57CF" w14:textId="77777777" w:rsidR="000B2A05" w:rsidRDefault="000B2A0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4A287E02" w14:textId="22EC8C49" w:rsidR="008436EE" w:rsidRPr="000B2A05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0E76FC74" w14:textId="77777777" w:rsidR="008436EE" w:rsidRPr="000C026E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sdt>
      <w:sdtPr>
        <w:rPr>
          <w:b w:val="0"/>
          <w:sz w:val="18"/>
          <w:szCs w:val="18"/>
        </w:rPr>
        <w:id w:val="-1291502806"/>
        <w:lock w:val="sdtContentLocked"/>
        <w:placeholder>
          <w:docPart w:val="DefaultPlaceholder_-1854013440"/>
        </w:placeholder>
      </w:sdtPr>
      <w:sdtEndPr/>
      <w:sdtContent>
        <w:p w14:paraId="05BFACEF" w14:textId="37768970" w:rsidR="008436EE" w:rsidRPr="000C026E" w:rsidRDefault="008436EE" w:rsidP="00791786">
          <w:pPr>
            <w:pStyle w:val="berschrift3"/>
            <w:rPr>
              <w:b w:val="0"/>
              <w:sz w:val="18"/>
              <w:szCs w:val="18"/>
            </w:rPr>
          </w:pPr>
          <w:r w:rsidRPr="000C026E">
            <w:rPr>
              <w:b w:val="0"/>
              <w:sz w:val="18"/>
              <w:szCs w:val="18"/>
            </w:rPr>
            <w:t xml:space="preserve">b) </w:t>
          </w:r>
          <w:r w:rsidR="00033592">
            <w:rPr>
              <w:b w:val="0"/>
              <w:sz w:val="18"/>
              <w:szCs w:val="18"/>
            </w:rPr>
            <w:t>Bitte erläutern Sie die</w:t>
          </w:r>
          <w:r w:rsidR="00033592" w:rsidRPr="000C026E">
            <w:rPr>
              <w:b w:val="0"/>
              <w:sz w:val="18"/>
              <w:szCs w:val="18"/>
            </w:rPr>
            <w:t xml:space="preserve"> </w:t>
          </w:r>
          <w:r w:rsidRPr="000C026E">
            <w:rPr>
              <w:b w:val="0"/>
              <w:sz w:val="18"/>
              <w:szCs w:val="18"/>
              <w:u w:val="single"/>
            </w:rPr>
            <w:t>Angemessenheit</w:t>
          </w:r>
          <w:r w:rsidRPr="000C026E">
            <w:rPr>
              <w:b w:val="0"/>
              <w:sz w:val="18"/>
              <w:szCs w:val="18"/>
            </w:rPr>
            <w:t xml:space="preserve"> der geleisteten Arbeit</w:t>
          </w:r>
        </w:p>
      </w:sdtContent>
    </w:sdt>
    <w:p w14:paraId="255A088B" w14:textId="77777777" w:rsidR="000B2A05" w:rsidRDefault="000B2A05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18"/>
          <w:szCs w:val="18"/>
        </w:rPr>
      </w:pPr>
    </w:p>
    <w:p w14:paraId="386C224E" w14:textId="7B418694" w:rsidR="008436EE" w:rsidRPr="0032771F" w:rsidRDefault="008436EE">
      <w:pPr>
        <w:pBdr>
          <w:left w:val="single" w:sz="4" w:space="4" w:color="auto"/>
          <w:bottom w:val="single" w:sz="4" w:space="1" w:color="auto"/>
        </w:pBdr>
        <w:rPr>
          <w:rFonts w:ascii="Arial" w:hAnsi="Arial"/>
          <w:sz w:val="22"/>
          <w:szCs w:val="22"/>
        </w:rPr>
      </w:pPr>
      <w:r w:rsidRPr="000B2A05">
        <w:rPr>
          <w:rFonts w:ascii="Arial" w:hAnsi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B2A05">
        <w:rPr>
          <w:rFonts w:ascii="Arial" w:hAnsi="Arial"/>
          <w:sz w:val="22"/>
          <w:szCs w:val="22"/>
        </w:rPr>
        <w:instrText xml:space="preserve"> FORMTEXT </w:instrText>
      </w:r>
      <w:r w:rsidRPr="000B2A05">
        <w:rPr>
          <w:rFonts w:ascii="Arial" w:hAnsi="Arial"/>
          <w:sz w:val="22"/>
          <w:szCs w:val="22"/>
        </w:rPr>
      </w:r>
      <w:r w:rsidRPr="000B2A05">
        <w:rPr>
          <w:rFonts w:ascii="Arial" w:hAnsi="Arial"/>
          <w:sz w:val="22"/>
          <w:szCs w:val="22"/>
        </w:rPr>
        <w:fldChar w:fldCharType="separate"/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="00CD72A3">
        <w:rPr>
          <w:rFonts w:ascii="Arial" w:hAnsi="Arial"/>
          <w:noProof/>
          <w:sz w:val="22"/>
          <w:szCs w:val="22"/>
        </w:rPr>
        <w:t> </w:t>
      </w:r>
      <w:r w:rsidRPr="000B2A05">
        <w:rPr>
          <w:rFonts w:ascii="Arial" w:hAnsi="Arial"/>
          <w:sz w:val="22"/>
          <w:szCs w:val="22"/>
        </w:rPr>
        <w:fldChar w:fldCharType="end"/>
      </w:r>
    </w:p>
    <w:p w14:paraId="276CDB69" w14:textId="77777777" w:rsidR="008436EE" w:rsidRDefault="008436EE"/>
    <w:p w14:paraId="6CA64443" w14:textId="77777777" w:rsidR="008436EE" w:rsidRDefault="008436EE">
      <w:pPr>
        <w:rPr>
          <w:rFonts w:ascii="Arial" w:hAnsi="Arial"/>
          <w:sz w:val="22"/>
        </w:rPr>
      </w:pPr>
    </w:p>
    <w:p w14:paraId="4195AA9D" w14:textId="4D0AED3E" w:rsidR="008436EE" w:rsidRDefault="008436EE">
      <w:pPr>
        <w:rPr>
          <w:rFonts w:ascii="Arial" w:hAnsi="Arial"/>
          <w:sz w:val="22"/>
        </w:rPr>
      </w:pPr>
      <w:r>
        <w:rPr>
          <w:rFonts w:ascii="Arial" w:hAnsi="Arial"/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Arial" w:hAnsi="Arial"/>
          <w:sz w:val="24"/>
        </w:rPr>
        <w:instrText xml:space="preserve"> FORMTEXT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 w:rsidR="00CD72A3">
        <w:rPr>
          <w:rFonts w:ascii="Arial" w:hAnsi="Arial"/>
          <w:noProof/>
          <w:sz w:val="24"/>
        </w:rPr>
        <w:t> </w:t>
      </w:r>
      <w:r>
        <w:rPr>
          <w:rFonts w:ascii="Arial" w:hAnsi="Arial"/>
          <w:sz w:val="24"/>
        </w:rPr>
        <w:fldChar w:fldCharType="end"/>
      </w:r>
    </w:p>
    <w:p w14:paraId="25BF0EA5" w14:textId="77777777" w:rsidR="008436EE" w:rsidRDefault="00744748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6C4C1F2" wp14:editId="65512DA4">
                <wp:simplePos x="0" y="0"/>
                <wp:positionH relativeFrom="column">
                  <wp:posOffset>-88265</wp:posOffset>
                </wp:positionH>
                <wp:positionV relativeFrom="paragraph">
                  <wp:posOffset>86360</wp:posOffset>
                </wp:positionV>
                <wp:extent cx="604139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1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A6C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5pt,6.8pt" to="468.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kaU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HtagG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" o:allowincell="f"/>
            </w:pict>
          </mc:Fallback>
        </mc:AlternateContent>
      </w:r>
    </w:p>
    <w:sdt>
      <w:sdtPr>
        <w:rPr>
          <w:rFonts w:ascii="Arial" w:hAnsi="Arial"/>
          <w:sz w:val="16"/>
        </w:rPr>
        <w:id w:val="1739514760"/>
        <w:lock w:val="sdtContentLocked"/>
        <w:placeholder>
          <w:docPart w:val="DefaultPlaceholder_-1854013440"/>
        </w:placeholder>
      </w:sdtPr>
      <w:sdtEndPr/>
      <w:sdtContent>
        <w:p w14:paraId="2DA19FF7" w14:textId="4E1918C2" w:rsidR="008436EE" w:rsidRDefault="008436EE">
          <w:pPr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Ort, Datum, Stempel und Unterschrift des/der zuständigen/r Ansprechpartner/in / Maßnahmeleiter/in</w:t>
          </w:r>
        </w:p>
        <w:p w14:paraId="64D410BD" w14:textId="06B0F7A5" w:rsidR="00702FDA" w:rsidRDefault="009276FC">
          <w:pPr>
            <w:rPr>
              <w:rFonts w:ascii="Arial" w:hAnsi="Arial"/>
              <w:sz w:val="16"/>
            </w:rPr>
          </w:pPr>
        </w:p>
      </w:sdtContent>
    </w:sdt>
    <w:p w14:paraId="42BC2BD7" w14:textId="12567CCB" w:rsidR="00702FDA" w:rsidRDefault="00702FDA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p w14:paraId="78BF46DE" w14:textId="77777777" w:rsidR="00702FDA" w:rsidRDefault="00702FDA">
      <w:pPr>
        <w:rPr>
          <w:rFonts w:ascii="Arial" w:hAnsi="Arial"/>
          <w:sz w:val="22"/>
        </w:rPr>
        <w:sectPr w:rsidR="00702FDA" w:rsidSect="0067496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20" w:footer="283" w:gutter="0"/>
          <w:cols w:space="720"/>
          <w:docGrid w:linePitch="272"/>
        </w:sectPr>
      </w:pPr>
    </w:p>
    <w:bookmarkStart w:id="1" w:name="_MON_1785817370"/>
    <w:bookmarkEnd w:id="1"/>
    <w:p w14:paraId="1AFE4573" w14:textId="319EC652" w:rsidR="00702FDA" w:rsidRDefault="009276F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object w:dxaOrig="15170" w:dyaOrig="8093" w14:anchorId="295C8C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8" type="#_x0000_t75" style="width:698.25pt;height:372.75pt" o:ole="">
            <v:imagedata r:id="rId11" o:title=""/>
          </v:shape>
          <o:OLEObject Type="Embed" ProgID="Excel.Sheet.8" ShapeID="_x0000_i1058" DrawAspect="Content" ObjectID="_1785834123" r:id="rId12"/>
        </w:object>
      </w:r>
    </w:p>
    <w:sectPr w:rsidR="00702FDA" w:rsidSect="00702FDA">
      <w:pgSz w:w="16838" w:h="11906" w:orient="landscape"/>
      <w:pgMar w:top="1418" w:right="1418" w:bottom="1418" w:left="1134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D6E14" w14:textId="77777777" w:rsidR="00DB4A00" w:rsidRDefault="00DB4A00" w:rsidP="008436EE">
      <w:r>
        <w:separator/>
      </w:r>
    </w:p>
  </w:endnote>
  <w:endnote w:type="continuationSeparator" w:id="0">
    <w:p w14:paraId="19B366CA" w14:textId="77777777" w:rsidR="00DB4A00" w:rsidRDefault="00DB4A00" w:rsidP="0084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0FE5F" w14:textId="77777777" w:rsidR="008436EE" w:rsidRDefault="008436E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12B77C6" w14:textId="77777777" w:rsidR="008436EE" w:rsidRDefault="008436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9FEB7" w14:textId="20063AC0" w:rsidR="0055439A" w:rsidRPr="0055439A" w:rsidRDefault="0055439A">
    <w:pPr>
      <w:pStyle w:val="Fuzeile"/>
      <w:rPr>
        <w:rFonts w:ascii="Arial" w:hAnsi="Arial" w:cs="Arial"/>
        <w:sz w:val="16"/>
        <w:szCs w:val="16"/>
      </w:rPr>
    </w:pPr>
    <w:r w:rsidRPr="0055439A">
      <w:rPr>
        <w:rFonts w:ascii="Arial" w:hAnsi="Arial" w:cs="Arial"/>
        <w:sz w:val="16"/>
        <w:szCs w:val="16"/>
      </w:rPr>
      <w:t>Stand</w:t>
    </w:r>
    <w:r w:rsidR="00415898">
      <w:rPr>
        <w:rFonts w:ascii="Arial" w:hAnsi="Arial" w:cs="Arial"/>
        <w:sz w:val="16"/>
        <w:szCs w:val="16"/>
      </w:rPr>
      <w:t>:</w:t>
    </w:r>
    <w:r w:rsidRPr="0055439A">
      <w:rPr>
        <w:rFonts w:ascii="Arial" w:hAnsi="Arial" w:cs="Arial"/>
        <w:sz w:val="16"/>
        <w:szCs w:val="16"/>
      </w:rPr>
      <w:t xml:space="preserve"> 08/2024</w:t>
    </w:r>
  </w:p>
  <w:p w14:paraId="1C6F0354" w14:textId="77777777" w:rsidR="0055439A" w:rsidRDefault="005543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E9873" w14:textId="77777777" w:rsidR="00DB4A00" w:rsidRDefault="00DB4A00" w:rsidP="008436EE">
      <w:r>
        <w:separator/>
      </w:r>
    </w:p>
  </w:footnote>
  <w:footnote w:type="continuationSeparator" w:id="0">
    <w:p w14:paraId="14998EE4" w14:textId="77777777" w:rsidR="00DB4A00" w:rsidRDefault="00DB4A00" w:rsidP="00843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A51E2" w14:textId="5DC0AD72" w:rsidR="00A30501" w:rsidRDefault="00A30501">
    <w:pPr>
      <w:pStyle w:val="Kopfzeile"/>
    </w:pPr>
  </w:p>
  <w:p w14:paraId="43CAE254" w14:textId="59598A47" w:rsidR="00A30501" w:rsidRDefault="00A30501">
    <w:pPr>
      <w:pStyle w:val="Kopfzeile"/>
    </w:pPr>
  </w:p>
  <w:p w14:paraId="5B1AB6DC" w14:textId="77777777" w:rsidR="00A30501" w:rsidRDefault="00A305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5BF4"/>
    <w:multiLevelType w:val="hybridMultilevel"/>
    <w:tmpl w:val="06AE84C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87A60"/>
    <w:multiLevelType w:val="hybridMultilevel"/>
    <w:tmpl w:val="9830E7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90B1E"/>
    <w:multiLevelType w:val="hybridMultilevel"/>
    <w:tmpl w:val="E82A4988"/>
    <w:lvl w:ilvl="0" w:tplc="56B86BB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3542B"/>
    <w:multiLevelType w:val="hybridMultilevel"/>
    <w:tmpl w:val="06ECE440"/>
    <w:lvl w:ilvl="0" w:tplc="6D42E65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54" w:hanging="360"/>
      </w:pPr>
    </w:lvl>
    <w:lvl w:ilvl="2" w:tplc="0407001B" w:tentative="1">
      <w:start w:val="1"/>
      <w:numFmt w:val="lowerRoman"/>
      <w:lvlText w:val="%3."/>
      <w:lvlJc w:val="right"/>
      <w:pPr>
        <w:ind w:left="1374" w:hanging="180"/>
      </w:pPr>
    </w:lvl>
    <w:lvl w:ilvl="3" w:tplc="0407000F" w:tentative="1">
      <w:start w:val="1"/>
      <w:numFmt w:val="decimal"/>
      <w:lvlText w:val="%4."/>
      <w:lvlJc w:val="left"/>
      <w:pPr>
        <w:ind w:left="2094" w:hanging="360"/>
      </w:pPr>
    </w:lvl>
    <w:lvl w:ilvl="4" w:tplc="04070019" w:tentative="1">
      <w:start w:val="1"/>
      <w:numFmt w:val="lowerLetter"/>
      <w:lvlText w:val="%5."/>
      <w:lvlJc w:val="left"/>
      <w:pPr>
        <w:ind w:left="2814" w:hanging="360"/>
      </w:pPr>
    </w:lvl>
    <w:lvl w:ilvl="5" w:tplc="0407001B" w:tentative="1">
      <w:start w:val="1"/>
      <w:numFmt w:val="lowerRoman"/>
      <w:lvlText w:val="%6."/>
      <w:lvlJc w:val="right"/>
      <w:pPr>
        <w:ind w:left="3534" w:hanging="180"/>
      </w:pPr>
    </w:lvl>
    <w:lvl w:ilvl="6" w:tplc="0407000F" w:tentative="1">
      <w:start w:val="1"/>
      <w:numFmt w:val="decimal"/>
      <w:lvlText w:val="%7."/>
      <w:lvlJc w:val="left"/>
      <w:pPr>
        <w:ind w:left="4254" w:hanging="360"/>
      </w:pPr>
    </w:lvl>
    <w:lvl w:ilvl="7" w:tplc="04070019" w:tentative="1">
      <w:start w:val="1"/>
      <w:numFmt w:val="lowerLetter"/>
      <w:lvlText w:val="%8."/>
      <w:lvlJc w:val="left"/>
      <w:pPr>
        <w:ind w:left="4974" w:hanging="360"/>
      </w:pPr>
    </w:lvl>
    <w:lvl w:ilvl="8" w:tplc="040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217A766D"/>
    <w:multiLevelType w:val="hybridMultilevel"/>
    <w:tmpl w:val="03CAB5FA"/>
    <w:lvl w:ilvl="0" w:tplc="0407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5" w15:restartNumberingAfterBreak="0">
    <w:nsid w:val="307546AE"/>
    <w:multiLevelType w:val="hybridMultilevel"/>
    <w:tmpl w:val="38CA13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F03AB"/>
    <w:multiLevelType w:val="hybridMultilevel"/>
    <w:tmpl w:val="747C1E16"/>
    <w:lvl w:ilvl="0" w:tplc="6F604A94">
      <w:start w:val="4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14" w:hanging="360"/>
      </w:pPr>
    </w:lvl>
    <w:lvl w:ilvl="2" w:tplc="0407001B" w:tentative="1">
      <w:start w:val="1"/>
      <w:numFmt w:val="lowerRoman"/>
      <w:lvlText w:val="%3."/>
      <w:lvlJc w:val="right"/>
      <w:pPr>
        <w:ind w:left="1734" w:hanging="180"/>
      </w:pPr>
    </w:lvl>
    <w:lvl w:ilvl="3" w:tplc="0407000F" w:tentative="1">
      <w:start w:val="1"/>
      <w:numFmt w:val="decimal"/>
      <w:lvlText w:val="%4."/>
      <w:lvlJc w:val="left"/>
      <w:pPr>
        <w:ind w:left="2454" w:hanging="360"/>
      </w:pPr>
    </w:lvl>
    <w:lvl w:ilvl="4" w:tplc="04070019" w:tentative="1">
      <w:start w:val="1"/>
      <w:numFmt w:val="lowerLetter"/>
      <w:lvlText w:val="%5."/>
      <w:lvlJc w:val="left"/>
      <w:pPr>
        <w:ind w:left="3174" w:hanging="360"/>
      </w:pPr>
    </w:lvl>
    <w:lvl w:ilvl="5" w:tplc="0407001B" w:tentative="1">
      <w:start w:val="1"/>
      <w:numFmt w:val="lowerRoman"/>
      <w:lvlText w:val="%6."/>
      <w:lvlJc w:val="right"/>
      <w:pPr>
        <w:ind w:left="3894" w:hanging="180"/>
      </w:pPr>
    </w:lvl>
    <w:lvl w:ilvl="6" w:tplc="0407000F" w:tentative="1">
      <w:start w:val="1"/>
      <w:numFmt w:val="decimal"/>
      <w:lvlText w:val="%7."/>
      <w:lvlJc w:val="left"/>
      <w:pPr>
        <w:ind w:left="4614" w:hanging="360"/>
      </w:pPr>
    </w:lvl>
    <w:lvl w:ilvl="7" w:tplc="04070019" w:tentative="1">
      <w:start w:val="1"/>
      <w:numFmt w:val="lowerLetter"/>
      <w:lvlText w:val="%8."/>
      <w:lvlJc w:val="left"/>
      <w:pPr>
        <w:ind w:left="5334" w:hanging="360"/>
      </w:pPr>
    </w:lvl>
    <w:lvl w:ilvl="8" w:tplc="040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3DA479B6"/>
    <w:multiLevelType w:val="multilevel"/>
    <w:tmpl w:val="6C1CC5BE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87A21EB"/>
    <w:multiLevelType w:val="hybridMultilevel"/>
    <w:tmpl w:val="52840744"/>
    <w:lvl w:ilvl="0" w:tplc="0407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10B8A"/>
    <w:multiLevelType w:val="hybridMultilevel"/>
    <w:tmpl w:val="36060E90"/>
    <w:lvl w:ilvl="0" w:tplc="055AA242">
      <w:start w:val="5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14" w:hanging="360"/>
      </w:pPr>
    </w:lvl>
    <w:lvl w:ilvl="2" w:tplc="0407001B" w:tentative="1">
      <w:start w:val="1"/>
      <w:numFmt w:val="lowerRoman"/>
      <w:lvlText w:val="%3."/>
      <w:lvlJc w:val="right"/>
      <w:pPr>
        <w:ind w:left="1734" w:hanging="180"/>
      </w:pPr>
    </w:lvl>
    <w:lvl w:ilvl="3" w:tplc="0407000F" w:tentative="1">
      <w:start w:val="1"/>
      <w:numFmt w:val="decimal"/>
      <w:lvlText w:val="%4."/>
      <w:lvlJc w:val="left"/>
      <w:pPr>
        <w:ind w:left="2454" w:hanging="360"/>
      </w:pPr>
    </w:lvl>
    <w:lvl w:ilvl="4" w:tplc="04070019" w:tentative="1">
      <w:start w:val="1"/>
      <w:numFmt w:val="lowerLetter"/>
      <w:lvlText w:val="%5."/>
      <w:lvlJc w:val="left"/>
      <w:pPr>
        <w:ind w:left="3174" w:hanging="360"/>
      </w:pPr>
    </w:lvl>
    <w:lvl w:ilvl="5" w:tplc="0407001B" w:tentative="1">
      <w:start w:val="1"/>
      <w:numFmt w:val="lowerRoman"/>
      <w:lvlText w:val="%6."/>
      <w:lvlJc w:val="right"/>
      <w:pPr>
        <w:ind w:left="3894" w:hanging="180"/>
      </w:pPr>
    </w:lvl>
    <w:lvl w:ilvl="6" w:tplc="0407000F" w:tentative="1">
      <w:start w:val="1"/>
      <w:numFmt w:val="decimal"/>
      <w:lvlText w:val="%7."/>
      <w:lvlJc w:val="left"/>
      <w:pPr>
        <w:ind w:left="4614" w:hanging="360"/>
      </w:pPr>
    </w:lvl>
    <w:lvl w:ilvl="7" w:tplc="04070019" w:tentative="1">
      <w:start w:val="1"/>
      <w:numFmt w:val="lowerLetter"/>
      <w:lvlText w:val="%8."/>
      <w:lvlJc w:val="left"/>
      <w:pPr>
        <w:ind w:left="5334" w:hanging="360"/>
      </w:pPr>
    </w:lvl>
    <w:lvl w:ilvl="8" w:tplc="040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62275022"/>
    <w:multiLevelType w:val="hybridMultilevel"/>
    <w:tmpl w:val="D4E4E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D16A8"/>
    <w:multiLevelType w:val="hybridMultilevel"/>
    <w:tmpl w:val="E4A2B3D4"/>
    <w:lvl w:ilvl="0" w:tplc="0407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4C51DA2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7462A92"/>
    <w:multiLevelType w:val="hybridMultilevel"/>
    <w:tmpl w:val="A2D2D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F03E3"/>
    <w:multiLevelType w:val="hybridMultilevel"/>
    <w:tmpl w:val="52C6D8C6"/>
    <w:lvl w:ilvl="0" w:tplc="C5F02330">
      <w:start w:val="2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5" w15:restartNumberingAfterBreak="0">
    <w:nsid w:val="71E24739"/>
    <w:multiLevelType w:val="hybridMultilevel"/>
    <w:tmpl w:val="9830E7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053380">
    <w:abstractNumId w:val="7"/>
  </w:num>
  <w:num w:numId="2" w16cid:durableId="420102757">
    <w:abstractNumId w:val="12"/>
  </w:num>
  <w:num w:numId="3" w16cid:durableId="1214732671">
    <w:abstractNumId w:val="14"/>
  </w:num>
  <w:num w:numId="4" w16cid:durableId="67195480">
    <w:abstractNumId w:val="6"/>
  </w:num>
  <w:num w:numId="5" w16cid:durableId="1906142727">
    <w:abstractNumId w:val="9"/>
  </w:num>
  <w:num w:numId="6" w16cid:durableId="1406802735">
    <w:abstractNumId w:val="3"/>
  </w:num>
  <w:num w:numId="7" w16cid:durableId="150754757">
    <w:abstractNumId w:val="1"/>
  </w:num>
  <w:num w:numId="8" w16cid:durableId="2132941019">
    <w:abstractNumId w:val="15"/>
  </w:num>
  <w:num w:numId="9" w16cid:durableId="350106180">
    <w:abstractNumId w:val="4"/>
  </w:num>
  <w:num w:numId="10" w16cid:durableId="731151173">
    <w:abstractNumId w:val="11"/>
  </w:num>
  <w:num w:numId="11" w16cid:durableId="1520195189">
    <w:abstractNumId w:val="5"/>
  </w:num>
  <w:num w:numId="12" w16cid:durableId="2018117052">
    <w:abstractNumId w:val="0"/>
  </w:num>
  <w:num w:numId="13" w16cid:durableId="1119639311">
    <w:abstractNumId w:val="10"/>
  </w:num>
  <w:num w:numId="14" w16cid:durableId="1760251253">
    <w:abstractNumId w:val="13"/>
  </w:num>
  <w:num w:numId="15" w16cid:durableId="1625035331">
    <w:abstractNumId w:val="2"/>
  </w:num>
  <w:num w:numId="16" w16cid:durableId="6943866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70F"/>
    <w:rsid w:val="000176B4"/>
    <w:rsid w:val="00031F61"/>
    <w:rsid w:val="00033592"/>
    <w:rsid w:val="0004606B"/>
    <w:rsid w:val="00055A04"/>
    <w:rsid w:val="00057FE9"/>
    <w:rsid w:val="000B2A05"/>
    <w:rsid w:val="000B4FB2"/>
    <w:rsid w:val="000C026E"/>
    <w:rsid w:val="000C32A9"/>
    <w:rsid w:val="000D04F3"/>
    <w:rsid w:val="000D41FB"/>
    <w:rsid w:val="000E2743"/>
    <w:rsid w:val="000E2F3D"/>
    <w:rsid w:val="000E60AC"/>
    <w:rsid w:val="000F7F33"/>
    <w:rsid w:val="00104A2B"/>
    <w:rsid w:val="00120F3A"/>
    <w:rsid w:val="0012656B"/>
    <w:rsid w:val="00166F31"/>
    <w:rsid w:val="001752BE"/>
    <w:rsid w:val="0017753E"/>
    <w:rsid w:val="00196B30"/>
    <w:rsid w:val="001B0824"/>
    <w:rsid w:val="001B35A7"/>
    <w:rsid w:val="001E1EA4"/>
    <w:rsid w:val="001F2BD7"/>
    <w:rsid w:val="001F4E26"/>
    <w:rsid w:val="00202F8F"/>
    <w:rsid w:val="00257E73"/>
    <w:rsid w:val="00262C74"/>
    <w:rsid w:val="0027115C"/>
    <w:rsid w:val="00282DBA"/>
    <w:rsid w:val="002A6A3A"/>
    <w:rsid w:val="002D41DB"/>
    <w:rsid w:val="002E0A40"/>
    <w:rsid w:val="002F3DE9"/>
    <w:rsid w:val="003236A7"/>
    <w:rsid w:val="0032771F"/>
    <w:rsid w:val="00330C06"/>
    <w:rsid w:val="0035666B"/>
    <w:rsid w:val="00363647"/>
    <w:rsid w:val="003773D5"/>
    <w:rsid w:val="0038791F"/>
    <w:rsid w:val="00393DAE"/>
    <w:rsid w:val="003A06CF"/>
    <w:rsid w:val="003C3EA4"/>
    <w:rsid w:val="003C65CA"/>
    <w:rsid w:val="003E1640"/>
    <w:rsid w:val="003F1A60"/>
    <w:rsid w:val="00403693"/>
    <w:rsid w:val="00405E1F"/>
    <w:rsid w:val="00415898"/>
    <w:rsid w:val="00433FD2"/>
    <w:rsid w:val="00445D00"/>
    <w:rsid w:val="00466E46"/>
    <w:rsid w:val="00486D5D"/>
    <w:rsid w:val="00495A04"/>
    <w:rsid w:val="004A70AB"/>
    <w:rsid w:val="004B42E6"/>
    <w:rsid w:val="004C5EE5"/>
    <w:rsid w:val="004E38A3"/>
    <w:rsid w:val="004F062A"/>
    <w:rsid w:val="005052EA"/>
    <w:rsid w:val="00510947"/>
    <w:rsid w:val="00516A12"/>
    <w:rsid w:val="00526778"/>
    <w:rsid w:val="00533E8E"/>
    <w:rsid w:val="00533FAB"/>
    <w:rsid w:val="00534D07"/>
    <w:rsid w:val="00544DC2"/>
    <w:rsid w:val="0055439A"/>
    <w:rsid w:val="00564B01"/>
    <w:rsid w:val="00565215"/>
    <w:rsid w:val="00586BE4"/>
    <w:rsid w:val="005A4D33"/>
    <w:rsid w:val="005A531D"/>
    <w:rsid w:val="005B14C6"/>
    <w:rsid w:val="005B78B5"/>
    <w:rsid w:val="005E7A84"/>
    <w:rsid w:val="005F1947"/>
    <w:rsid w:val="005F571C"/>
    <w:rsid w:val="00603970"/>
    <w:rsid w:val="006141AB"/>
    <w:rsid w:val="00630C3A"/>
    <w:rsid w:val="00632E7A"/>
    <w:rsid w:val="00635C2A"/>
    <w:rsid w:val="0066452B"/>
    <w:rsid w:val="0067496B"/>
    <w:rsid w:val="00674B27"/>
    <w:rsid w:val="00686583"/>
    <w:rsid w:val="006910FA"/>
    <w:rsid w:val="00691575"/>
    <w:rsid w:val="006A251D"/>
    <w:rsid w:val="006B1885"/>
    <w:rsid w:val="006D565A"/>
    <w:rsid w:val="006E0938"/>
    <w:rsid w:val="00702FDA"/>
    <w:rsid w:val="007127AA"/>
    <w:rsid w:val="007143F3"/>
    <w:rsid w:val="00714608"/>
    <w:rsid w:val="00737001"/>
    <w:rsid w:val="00744748"/>
    <w:rsid w:val="0074537C"/>
    <w:rsid w:val="00753097"/>
    <w:rsid w:val="0077536F"/>
    <w:rsid w:val="007909AA"/>
    <w:rsid w:val="00791786"/>
    <w:rsid w:val="007931AF"/>
    <w:rsid w:val="007A330C"/>
    <w:rsid w:val="007B2C74"/>
    <w:rsid w:val="007B5AD8"/>
    <w:rsid w:val="007B7B1F"/>
    <w:rsid w:val="007C2E41"/>
    <w:rsid w:val="007D43A0"/>
    <w:rsid w:val="007E7B47"/>
    <w:rsid w:val="00803BA4"/>
    <w:rsid w:val="00816F05"/>
    <w:rsid w:val="008201DE"/>
    <w:rsid w:val="00824CB4"/>
    <w:rsid w:val="008417E1"/>
    <w:rsid w:val="008436EE"/>
    <w:rsid w:val="00853F6B"/>
    <w:rsid w:val="008750F2"/>
    <w:rsid w:val="00885C96"/>
    <w:rsid w:val="00891B51"/>
    <w:rsid w:val="00897876"/>
    <w:rsid w:val="008A393A"/>
    <w:rsid w:val="008A3A4D"/>
    <w:rsid w:val="008C2FB6"/>
    <w:rsid w:val="008C3ED6"/>
    <w:rsid w:val="008C63A0"/>
    <w:rsid w:val="008F0F17"/>
    <w:rsid w:val="00901791"/>
    <w:rsid w:val="00916C08"/>
    <w:rsid w:val="009276FC"/>
    <w:rsid w:val="009308D6"/>
    <w:rsid w:val="00930C3C"/>
    <w:rsid w:val="00931E81"/>
    <w:rsid w:val="009326E6"/>
    <w:rsid w:val="00945984"/>
    <w:rsid w:val="00962825"/>
    <w:rsid w:val="00971827"/>
    <w:rsid w:val="00976B8E"/>
    <w:rsid w:val="009A7C9D"/>
    <w:rsid w:val="009B4965"/>
    <w:rsid w:val="009C0469"/>
    <w:rsid w:val="009D5556"/>
    <w:rsid w:val="009D7DC2"/>
    <w:rsid w:val="009E4FAC"/>
    <w:rsid w:val="009E5FB8"/>
    <w:rsid w:val="009E6EA2"/>
    <w:rsid w:val="00A00439"/>
    <w:rsid w:val="00A129CB"/>
    <w:rsid w:val="00A30501"/>
    <w:rsid w:val="00A35BC8"/>
    <w:rsid w:val="00A460C7"/>
    <w:rsid w:val="00A53E77"/>
    <w:rsid w:val="00A9671D"/>
    <w:rsid w:val="00AB0A22"/>
    <w:rsid w:val="00AC0384"/>
    <w:rsid w:val="00AF7C17"/>
    <w:rsid w:val="00B156D4"/>
    <w:rsid w:val="00B261C8"/>
    <w:rsid w:val="00B33007"/>
    <w:rsid w:val="00B52063"/>
    <w:rsid w:val="00B82873"/>
    <w:rsid w:val="00B926FE"/>
    <w:rsid w:val="00BB2669"/>
    <w:rsid w:val="00BB65F7"/>
    <w:rsid w:val="00BB789A"/>
    <w:rsid w:val="00BD7E0E"/>
    <w:rsid w:val="00BE30A1"/>
    <w:rsid w:val="00BF2024"/>
    <w:rsid w:val="00C01086"/>
    <w:rsid w:val="00C15602"/>
    <w:rsid w:val="00C34C63"/>
    <w:rsid w:val="00C51CEA"/>
    <w:rsid w:val="00C72429"/>
    <w:rsid w:val="00C7467C"/>
    <w:rsid w:val="00C77DB7"/>
    <w:rsid w:val="00C77EA0"/>
    <w:rsid w:val="00C87026"/>
    <w:rsid w:val="00C922AA"/>
    <w:rsid w:val="00CA0DD2"/>
    <w:rsid w:val="00CA4FF6"/>
    <w:rsid w:val="00CD4335"/>
    <w:rsid w:val="00CD6C56"/>
    <w:rsid w:val="00CD72A3"/>
    <w:rsid w:val="00D122BA"/>
    <w:rsid w:val="00D13110"/>
    <w:rsid w:val="00D1725E"/>
    <w:rsid w:val="00D175FA"/>
    <w:rsid w:val="00D419BE"/>
    <w:rsid w:val="00D47843"/>
    <w:rsid w:val="00D54DB0"/>
    <w:rsid w:val="00D6719B"/>
    <w:rsid w:val="00D71A08"/>
    <w:rsid w:val="00D81D60"/>
    <w:rsid w:val="00D84ADE"/>
    <w:rsid w:val="00D93E0B"/>
    <w:rsid w:val="00DA7834"/>
    <w:rsid w:val="00DB4A00"/>
    <w:rsid w:val="00DD0F1C"/>
    <w:rsid w:val="00DE2208"/>
    <w:rsid w:val="00E061D5"/>
    <w:rsid w:val="00E11573"/>
    <w:rsid w:val="00E24C7A"/>
    <w:rsid w:val="00E363B0"/>
    <w:rsid w:val="00E41B73"/>
    <w:rsid w:val="00E55DCF"/>
    <w:rsid w:val="00E57A21"/>
    <w:rsid w:val="00E57BEC"/>
    <w:rsid w:val="00E65CDB"/>
    <w:rsid w:val="00E709DA"/>
    <w:rsid w:val="00EA2E31"/>
    <w:rsid w:val="00EB65A7"/>
    <w:rsid w:val="00EC16E0"/>
    <w:rsid w:val="00F1213C"/>
    <w:rsid w:val="00F274DD"/>
    <w:rsid w:val="00F30845"/>
    <w:rsid w:val="00F439F4"/>
    <w:rsid w:val="00F51B68"/>
    <w:rsid w:val="00F70F92"/>
    <w:rsid w:val="00F7412A"/>
    <w:rsid w:val="00F93318"/>
    <w:rsid w:val="00FA6582"/>
    <w:rsid w:val="00FB2ECE"/>
    <w:rsid w:val="00FE0A30"/>
    <w:rsid w:val="00FE570F"/>
    <w:rsid w:val="00FF706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AA98D53"/>
  <w15:chartTrackingRefBased/>
  <w15:docId w15:val="{5600AD57-5CF3-4A3A-BEB7-9F9C5610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pBdr>
        <w:left w:val="single" w:sz="4" w:space="4" w:color="auto"/>
        <w:bottom w:val="single" w:sz="4" w:space="1" w:color="auto"/>
      </w:pBdr>
      <w:outlineLvl w:val="2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pBdr>
        <w:left w:val="single" w:sz="4" w:space="4" w:color="auto"/>
        <w:bottom w:val="single" w:sz="4" w:space="1" w:color="auto"/>
      </w:pBdr>
    </w:pPr>
    <w:rPr>
      <w:rFonts w:ascii="Arial" w:hAnsi="Arial"/>
      <w:b/>
      <w:sz w:val="22"/>
    </w:rPr>
  </w:style>
  <w:style w:type="paragraph" w:styleId="Textkrper2">
    <w:name w:val="Body Text 2"/>
    <w:basedOn w:val="Standard"/>
    <w:semiHidden/>
    <w:pPr>
      <w:jc w:val="center"/>
    </w:pPr>
    <w:rPr>
      <w:rFonts w:ascii="Arial" w:hAnsi="Arial"/>
      <w:b/>
      <w:sz w:val="22"/>
    </w:rPr>
  </w:style>
  <w:style w:type="paragraph" w:styleId="Textkrper3">
    <w:name w:val="Body Text 3"/>
    <w:basedOn w:val="Standard"/>
    <w:semiHidden/>
    <w:pPr>
      <w:pBdr>
        <w:left w:val="single" w:sz="4" w:space="4" w:color="auto"/>
        <w:bottom w:val="single" w:sz="4" w:space="1" w:color="auto"/>
      </w:pBdr>
    </w:pPr>
    <w:rPr>
      <w:rFonts w:ascii="Arial" w:hAnsi="Arial"/>
      <w:color w:val="FF0000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link w:val="KopfzeileZchn"/>
    <w:uiPriority w:val="99"/>
    <w:unhideWhenUsed/>
    <w:rsid w:val="006749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496B"/>
  </w:style>
  <w:style w:type="character" w:customStyle="1" w:styleId="FuzeileZchn">
    <w:name w:val="Fußzeile Zchn"/>
    <w:basedOn w:val="Absatz-Standardschriftart"/>
    <w:link w:val="Fuzeile"/>
    <w:uiPriority w:val="99"/>
    <w:rsid w:val="0067496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9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7496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C1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EA2E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2E3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2E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2E3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A2E31"/>
    <w:rPr>
      <w:b/>
      <w:bCs/>
    </w:rPr>
  </w:style>
  <w:style w:type="paragraph" w:styleId="Listenabsatz">
    <w:name w:val="List Paragraph"/>
    <w:basedOn w:val="Standard"/>
    <w:uiPriority w:val="34"/>
    <w:qFormat/>
    <w:rsid w:val="00565215"/>
    <w:pPr>
      <w:ind w:left="720"/>
      <w:contextualSpacing/>
    </w:pPr>
  </w:style>
  <w:style w:type="paragraph" w:customStyle="1" w:styleId="Style11">
    <w:name w:val="Style11"/>
    <w:basedOn w:val="Standard"/>
    <w:uiPriority w:val="99"/>
    <w:rsid w:val="003E1640"/>
    <w:pPr>
      <w:spacing w:line="300" w:lineRule="exact"/>
    </w:pPr>
    <w:rPr>
      <w:rFonts w:ascii="Arial Narrow" w:hAnsi="Arial Narrow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5B78B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b019\Lokale%20Einstellungen\Temporary%20Internet%20Files\OLK33\Sachbericht%20gwo%20(elektronisch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31B7C-B3EC-433D-AE5C-4368B3715A40}"/>
      </w:docPartPr>
      <w:docPartBody>
        <w:p w:rsidR="00531584" w:rsidRDefault="00531584">
          <w:r w:rsidRPr="005228D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84"/>
    <w:rsid w:val="00531584"/>
    <w:rsid w:val="007C2E41"/>
    <w:rsid w:val="00B1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158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AF24-F264-4CFC-B2B2-7B37DCCE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Sachbericht gwo (elektronisch)</Template>
  <TotalTime>0</TotalTime>
  <Pages>5</Pages>
  <Words>610</Words>
  <Characters>5366</Characters>
  <Application>Microsoft Office Word</Application>
  <DocSecurity>0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BVA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b019</dc:creator>
  <cp:keywords/>
  <dc:description/>
  <cp:lastModifiedBy>Wolf, Ben</cp:lastModifiedBy>
  <cp:revision>9</cp:revision>
  <cp:lastPrinted>2020-02-04T12:38:00Z</cp:lastPrinted>
  <dcterms:created xsi:type="dcterms:W3CDTF">2024-08-22T05:53:00Z</dcterms:created>
  <dcterms:modified xsi:type="dcterms:W3CDTF">2024-08-22T10:16:00Z</dcterms:modified>
</cp:coreProperties>
</file>